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76BE4848" w:rsidR="00D43B60" w:rsidRPr="00064786" w:rsidRDefault="00A372FF" w:rsidP="3BA09BB8">
      <w:pPr>
        <w:pStyle w:val="PIDachzeile"/>
        <w:tabs>
          <w:tab w:val="left" w:pos="1309"/>
        </w:tabs>
        <w:suppressAutoHyphens/>
        <w:ind w:right="3490"/>
        <w:rPr>
          <w:noProof/>
          <w:sz w:val="20"/>
          <w:szCs w:val="20"/>
        </w:rPr>
      </w:pPr>
      <w:r w:rsidRPr="006F5B98">
        <w:rPr>
          <w:b/>
          <w:bCs/>
          <w:noProof/>
          <w:sz w:val="28"/>
          <w:szCs w:val="28"/>
          <w:highlight w:val="yellow"/>
          <w:u w:val="none"/>
        </w:rPr>
        <mc:AlternateContent>
          <mc:Choice Requires="wps">
            <w:drawing>
              <wp:anchor distT="0" distB="0" distL="114300" distR="114300" simplePos="0" relativeHeight="251658240" behindDoc="0" locked="0" layoutInCell="1" allowOverlap="1" wp14:anchorId="76BD1383" wp14:editId="4FAC89FD">
                <wp:simplePos x="0" y="0"/>
                <wp:positionH relativeFrom="column">
                  <wp:posOffset>3642995</wp:posOffset>
                </wp:positionH>
                <wp:positionV relativeFrom="paragraph">
                  <wp:posOffset>2540</wp:posOffset>
                </wp:positionV>
                <wp:extent cx="2633980" cy="3330575"/>
                <wp:effectExtent l="0" t="0" r="0" b="317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feld 3"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121562" w:rsidRPr="3BA09BB8">
        <w:rPr>
          <w:noProof/>
          <w:sz w:val="20"/>
          <w:szCs w:val="20"/>
        </w:rPr>
        <w:t>Branchendialog: Gebäudetechnik</w:t>
      </w:r>
      <w:r w:rsidR="007269C8" w:rsidRPr="3BA09BB8">
        <w:rPr>
          <w:noProof/>
          <w:sz w:val="20"/>
          <w:szCs w:val="20"/>
        </w:rPr>
        <w:t xml:space="preserve"> – </w:t>
      </w:r>
      <w:r w:rsidR="00685D1E" w:rsidRPr="3BA09BB8">
        <w:rPr>
          <w:noProof/>
          <w:sz w:val="20"/>
          <w:szCs w:val="20"/>
        </w:rPr>
        <w:t xml:space="preserve">am </w:t>
      </w:r>
      <w:r w:rsidR="007269C8" w:rsidRPr="3BA09BB8">
        <w:rPr>
          <w:noProof/>
          <w:sz w:val="20"/>
          <w:szCs w:val="20"/>
        </w:rPr>
        <w:t>14. M</w:t>
      </w:r>
      <w:r w:rsidR="00C526E4" w:rsidRPr="3BA09BB8">
        <w:rPr>
          <w:noProof/>
          <w:sz w:val="20"/>
          <w:szCs w:val="20"/>
        </w:rPr>
        <w:t>ärz</w:t>
      </w:r>
      <w:r w:rsidR="007269C8" w:rsidRPr="3BA09BB8">
        <w:rPr>
          <w:noProof/>
          <w:sz w:val="20"/>
          <w:szCs w:val="20"/>
        </w:rPr>
        <w:t xml:space="preserve"> 2024</w:t>
      </w:r>
      <w:r w:rsidR="00685D1E" w:rsidRPr="3BA09BB8">
        <w:rPr>
          <w:noProof/>
          <w:sz w:val="20"/>
          <w:szCs w:val="20"/>
        </w:rPr>
        <w:t xml:space="preserve"> in Köln</w:t>
      </w:r>
    </w:p>
    <w:p w14:paraId="4CC4A5CD" w14:textId="68F6A607" w:rsidR="00602D90" w:rsidRDefault="00685D1E" w:rsidP="00D35FB5">
      <w:pPr>
        <w:pStyle w:val="PIDachzeile"/>
        <w:tabs>
          <w:tab w:val="left" w:pos="5580"/>
        </w:tabs>
        <w:suppressAutoHyphens/>
        <w:spacing w:line="312" w:lineRule="auto"/>
        <w:ind w:right="3493"/>
        <w:rPr>
          <w:b/>
          <w:bCs/>
          <w:i w:val="0"/>
          <w:noProof/>
          <w:sz w:val="28"/>
          <w:szCs w:val="28"/>
          <w:u w:val="none"/>
        </w:rPr>
      </w:pPr>
      <w:r>
        <w:rPr>
          <w:b/>
          <w:bCs/>
          <w:i w:val="0"/>
          <w:noProof/>
          <w:sz w:val="28"/>
          <w:szCs w:val="28"/>
          <w:u w:val="none"/>
        </w:rPr>
        <w:t>Experten</w:t>
      </w:r>
      <w:r w:rsidR="009B3493">
        <w:rPr>
          <w:b/>
          <w:bCs/>
          <w:i w:val="0"/>
          <w:noProof/>
          <w:sz w:val="28"/>
          <w:szCs w:val="28"/>
          <w:u w:val="none"/>
        </w:rPr>
        <w:t>treff</w:t>
      </w:r>
      <w:r>
        <w:rPr>
          <w:b/>
          <w:bCs/>
          <w:i w:val="0"/>
          <w:noProof/>
          <w:sz w:val="28"/>
          <w:szCs w:val="28"/>
          <w:u w:val="none"/>
        </w:rPr>
        <w:t xml:space="preserve">: </w:t>
      </w:r>
      <w:r w:rsidR="009B3493">
        <w:rPr>
          <w:b/>
          <w:bCs/>
          <w:i w:val="0"/>
          <w:noProof/>
          <w:sz w:val="28"/>
          <w:szCs w:val="28"/>
          <w:u w:val="none"/>
        </w:rPr>
        <w:t xml:space="preserve">Wie die Gebäudetechnik dem </w:t>
      </w:r>
      <w:r>
        <w:rPr>
          <w:b/>
          <w:bCs/>
          <w:i w:val="0"/>
          <w:noProof/>
          <w:sz w:val="28"/>
          <w:szCs w:val="28"/>
          <w:u w:val="none"/>
        </w:rPr>
        <w:t xml:space="preserve">Grundsatz der Automatisierung </w:t>
      </w:r>
      <w:r w:rsidR="009B3493">
        <w:rPr>
          <w:b/>
          <w:bCs/>
          <w:i w:val="0"/>
          <w:noProof/>
          <w:sz w:val="28"/>
          <w:szCs w:val="28"/>
          <w:u w:val="none"/>
        </w:rPr>
        <w:t>folgt</w:t>
      </w:r>
    </w:p>
    <w:p w14:paraId="0CF806FE" w14:textId="52A67574" w:rsidR="00685D1E" w:rsidRPr="00685D1E" w:rsidRDefault="00685D1E" w:rsidP="3BA09BB8">
      <w:pPr>
        <w:pStyle w:val="PIDachzeile"/>
        <w:tabs>
          <w:tab w:val="left" w:pos="1309"/>
        </w:tabs>
        <w:suppressAutoHyphens/>
        <w:spacing w:line="312" w:lineRule="auto"/>
        <w:ind w:right="3493"/>
        <w:rPr>
          <w:b/>
          <w:bCs/>
          <w:i w:val="0"/>
          <w:iCs w:val="0"/>
          <w:u w:val="none"/>
        </w:rPr>
      </w:pPr>
      <w:r w:rsidRPr="3BA09BB8">
        <w:rPr>
          <w:b/>
          <w:bCs/>
          <w:i w:val="0"/>
          <w:iCs w:val="0"/>
          <w:u w:val="none"/>
        </w:rPr>
        <w:t xml:space="preserve">Die Gebäudetechnik steht unter Druck. </w:t>
      </w:r>
      <w:r w:rsidR="37C39751" w:rsidRPr="3BA09BB8">
        <w:rPr>
          <w:b/>
          <w:bCs/>
          <w:i w:val="0"/>
          <w:iCs w:val="0"/>
          <w:u w:val="none"/>
        </w:rPr>
        <w:t xml:space="preserve">Hohe </w:t>
      </w:r>
      <w:r w:rsidR="39C6C669" w:rsidRPr="3BA09BB8">
        <w:rPr>
          <w:b/>
          <w:bCs/>
          <w:i w:val="0"/>
          <w:iCs w:val="0"/>
          <w:u w:val="none"/>
        </w:rPr>
        <w:t xml:space="preserve">Anforderungen, zahlreiche </w:t>
      </w:r>
      <w:r w:rsidRPr="3BA09BB8">
        <w:rPr>
          <w:b/>
          <w:bCs/>
          <w:i w:val="0"/>
          <w:iCs w:val="0"/>
          <w:u w:val="none"/>
        </w:rPr>
        <w:t xml:space="preserve">Normen, neue Methoden wie Tools – das alles müssen </w:t>
      </w:r>
      <w:r w:rsidR="000322D6" w:rsidRPr="3BA09BB8">
        <w:rPr>
          <w:b/>
          <w:bCs/>
          <w:i w:val="0"/>
          <w:iCs w:val="0"/>
          <w:u w:val="none"/>
        </w:rPr>
        <w:t>P</w:t>
      </w:r>
      <w:r w:rsidRPr="3BA09BB8">
        <w:rPr>
          <w:b/>
          <w:bCs/>
          <w:i w:val="0"/>
          <w:iCs w:val="0"/>
          <w:u w:val="none"/>
        </w:rPr>
        <w:t>laner</w:t>
      </w:r>
      <w:r w:rsidR="000322D6" w:rsidRPr="3BA09BB8">
        <w:rPr>
          <w:b/>
          <w:bCs/>
          <w:i w:val="0"/>
          <w:iCs w:val="0"/>
          <w:u w:val="none"/>
        </w:rPr>
        <w:t xml:space="preserve"> der technischen Gebäudeaus</w:t>
      </w:r>
      <w:r w:rsidR="00002B96" w:rsidRPr="3BA09BB8">
        <w:rPr>
          <w:b/>
          <w:bCs/>
          <w:i w:val="0"/>
          <w:iCs w:val="0"/>
          <w:u w:val="none"/>
        </w:rPr>
        <w:t>stattung</w:t>
      </w:r>
      <w:r w:rsidRPr="3BA09BB8">
        <w:rPr>
          <w:b/>
          <w:bCs/>
          <w:i w:val="0"/>
          <w:iCs w:val="0"/>
          <w:u w:val="none"/>
        </w:rPr>
        <w:t xml:space="preserve"> im Blick behalten. Gut, wenn hier Praxisverantwortliche voneinander lernen</w:t>
      </w:r>
      <w:r w:rsidR="004A41F3" w:rsidRPr="3BA09BB8">
        <w:rPr>
          <w:b/>
          <w:bCs/>
          <w:i w:val="0"/>
          <w:iCs w:val="0"/>
          <w:u w:val="none"/>
        </w:rPr>
        <w:t xml:space="preserve"> und ins Gespräch kommen.</w:t>
      </w:r>
      <w:r w:rsidRPr="3BA09BB8">
        <w:rPr>
          <w:b/>
          <w:bCs/>
          <w:i w:val="0"/>
          <w:iCs w:val="0"/>
          <w:u w:val="none"/>
        </w:rPr>
        <w:t xml:space="preserve"> Lösungsanbieter </w:t>
      </w:r>
      <w:proofErr w:type="spellStart"/>
      <w:r w:rsidRPr="3BA09BB8">
        <w:rPr>
          <w:b/>
          <w:bCs/>
          <w:i w:val="0"/>
          <w:iCs w:val="0"/>
          <w:u w:val="none"/>
        </w:rPr>
        <w:t>Eplan</w:t>
      </w:r>
      <w:proofErr w:type="spellEnd"/>
      <w:r w:rsidRPr="3BA09BB8">
        <w:rPr>
          <w:b/>
          <w:bCs/>
          <w:i w:val="0"/>
          <w:iCs w:val="0"/>
          <w:u w:val="none"/>
        </w:rPr>
        <w:t xml:space="preserve"> </w:t>
      </w:r>
      <w:r w:rsidR="7001E61E" w:rsidRPr="3BA09BB8">
        <w:rPr>
          <w:b/>
          <w:bCs/>
          <w:i w:val="0"/>
          <w:iCs w:val="0"/>
          <w:u w:val="none"/>
        </w:rPr>
        <w:t xml:space="preserve">lädt deshalb </w:t>
      </w:r>
      <w:r w:rsidRPr="3BA09BB8">
        <w:rPr>
          <w:b/>
          <w:bCs/>
          <w:i w:val="0"/>
          <w:iCs w:val="0"/>
          <w:u w:val="none"/>
        </w:rPr>
        <w:t xml:space="preserve">zum </w:t>
      </w:r>
      <w:r w:rsidR="00002B96" w:rsidRPr="3BA09BB8">
        <w:rPr>
          <w:b/>
          <w:bCs/>
          <w:i w:val="0"/>
          <w:iCs w:val="0"/>
          <w:u w:val="none"/>
        </w:rPr>
        <w:t>vierten</w:t>
      </w:r>
      <w:r w:rsidRPr="3BA09BB8">
        <w:rPr>
          <w:b/>
          <w:bCs/>
          <w:i w:val="0"/>
          <w:iCs w:val="0"/>
          <w:u w:val="none"/>
        </w:rPr>
        <w:t xml:space="preserve"> Mal in Folge zum </w:t>
      </w:r>
      <w:r w:rsidR="00C526E4" w:rsidRPr="3BA09BB8">
        <w:rPr>
          <w:b/>
          <w:bCs/>
          <w:i w:val="0"/>
          <w:iCs w:val="0"/>
          <w:u w:val="none"/>
        </w:rPr>
        <w:t>„</w:t>
      </w:r>
      <w:r w:rsidRPr="3BA09BB8">
        <w:rPr>
          <w:b/>
          <w:bCs/>
          <w:i w:val="0"/>
          <w:iCs w:val="0"/>
          <w:u w:val="none"/>
        </w:rPr>
        <w:t>Branchendialog: Gebäudetechnik</w:t>
      </w:r>
      <w:r w:rsidR="00C526E4" w:rsidRPr="3BA09BB8">
        <w:rPr>
          <w:b/>
          <w:bCs/>
          <w:i w:val="0"/>
          <w:iCs w:val="0"/>
          <w:u w:val="none"/>
        </w:rPr>
        <w:t>“</w:t>
      </w:r>
      <w:r w:rsidRPr="3BA09BB8">
        <w:rPr>
          <w:b/>
          <w:bCs/>
          <w:i w:val="0"/>
          <w:iCs w:val="0"/>
          <w:u w:val="none"/>
        </w:rPr>
        <w:t xml:space="preserve"> ein. </w:t>
      </w:r>
      <w:r w:rsidR="00A149D2" w:rsidRPr="3BA09BB8">
        <w:rPr>
          <w:b/>
          <w:bCs/>
          <w:i w:val="0"/>
          <w:iCs w:val="0"/>
          <w:u w:val="none"/>
        </w:rPr>
        <w:t>Vorträge von Experten über aktuelle Herausforderungen und mögliche Lösungen, Best Practices und Zukunftweisendes</w:t>
      </w:r>
      <w:r w:rsidRPr="3BA09BB8">
        <w:rPr>
          <w:b/>
          <w:bCs/>
          <w:i w:val="0"/>
          <w:iCs w:val="0"/>
          <w:u w:val="none"/>
        </w:rPr>
        <w:t xml:space="preserve"> sind </w:t>
      </w:r>
      <w:r w:rsidR="00C526E4" w:rsidRPr="3BA09BB8">
        <w:rPr>
          <w:b/>
          <w:bCs/>
          <w:i w:val="0"/>
          <w:iCs w:val="0"/>
          <w:u w:val="none"/>
        </w:rPr>
        <w:t>Them</w:t>
      </w:r>
      <w:r w:rsidR="00EB72E0" w:rsidRPr="3BA09BB8">
        <w:rPr>
          <w:b/>
          <w:bCs/>
          <w:i w:val="0"/>
          <w:iCs w:val="0"/>
          <w:u w:val="none"/>
        </w:rPr>
        <w:t>en</w:t>
      </w:r>
      <w:r w:rsidR="00C526E4" w:rsidRPr="3BA09BB8">
        <w:rPr>
          <w:b/>
          <w:bCs/>
          <w:i w:val="0"/>
          <w:iCs w:val="0"/>
          <w:u w:val="none"/>
        </w:rPr>
        <w:t xml:space="preserve"> auf der Tagesveranstaltung in Köln</w:t>
      </w:r>
      <w:r w:rsidRPr="3BA09BB8">
        <w:rPr>
          <w:b/>
          <w:bCs/>
          <w:i w:val="0"/>
          <w:iCs w:val="0"/>
          <w:u w:val="none"/>
        </w:rPr>
        <w:t>.</w:t>
      </w:r>
      <w:r w:rsidR="00C526E4" w:rsidRPr="3BA09BB8">
        <w:rPr>
          <w:b/>
          <w:bCs/>
          <w:i w:val="0"/>
          <w:iCs w:val="0"/>
          <w:u w:val="none"/>
        </w:rPr>
        <w:t xml:space="preserve"> Und: </w:t>
      </w:r>
      <w:r w:rsidR="004A41F3" w:rsidRPr="3BA09BB8">
        <w:rPr>
          <w:b/>
          <w:bCs/>
          <w:i w:val="0"/>
          <w:iCs w:val="0"/>
          <w:u w:val="none"/>
        </w:rPr>
        <w:t xml:space="preserve">Netzwerken ist hier ausdrücklich </w:t>
      </w:r>
      <w:r w:rsidR="00AA238C">
        <w:rPr>
          <w:b/>
          <w:bCs/>
          <w:i w:val="0"/>
          <w:iCs w:val="0"/>
          <w:u w:val="none"/>
        </w:rPr>
        <w:t>er</w:t>
      </w:r>
      <w:r w:rsidR="004A41F3" w:rsidRPr="3BA09BB8">
        <w:rPr>
          <w:b/>
          <w:bCs/>
          <w:i w:val="0"/>
          <w:iCs w:val="0"/>
          <w:u w:val="none"/>
        </w:rPr>
        <w:t>wünscht.</w:t>
      </w:r>
    </w:p>
    <w:p w14:paraId="59DA0E61" w14:textId="3BDC0C07" w:rsidR="00EF3615" w:rsidRDefault="00BC45DC" w:rsidP="7929F670">
      <w:pPr>
        <w:pStyle w:val="PIDachzeile"/>
        <w:tabs>
          <w:tab w:val="left" w:pos="1309"/>
        </w:tabs>
        <w:suppressAutoHyphens/>
        <w:spacing w:line="312" w:lineRule="auto"/>
        <w:ind w:right="3493"/>
        <w:rPr>
          <w:i w:val="0"/>
          <w:iCs w:val="0"/>
          <w:u w:val="none"/>
        </w:rPr>
      </w:pPr>
      <w:r w:rsidRPr="7929F670">
        <w:rPr>
          <w:i w:val="0"/>
          <w:iCs w:val="0"/>
          <w:u w:val="none"/>
        </w:rPr>
        <w:t xml:space="preserve">Monheim, </w:t>
      </w:r>
      <w:r w:rsidR="007269C8" w:rsidRPr="7929F670">
        <w:rPr>
          <w:i w:val="0"/>
          <w:iCs w:val="0"/>
          <w:u w:val="none"/>
        </w:rPr>
        <w:t>07</w:t>
      </w:r>
      <w:r w:rsidR="0037458E" w:rsidRPr="7929F670">
        <w:rPr>
          <w:i w:val="0"/>
          <w:iCs w:val="0"/>
          <w:u w:val="none"/>
        </w:rPr>
        <w:t xml:space="preserve">. </w:t>
      </w:r>
      <w:r w:rsidR="007269C8" w:rsidRPr="7929F670">
        <w:rPr>
          <w:i w:val="0"/>
          <w:iCs w:val="0"/>
          <w:u w:val="none"/>
        </w:rPr>
        <w:t>Februar 2024</w:t>
      </w:r>
      <w:r w:rsidRPr="7929F670">
        <w:rPr>
          <w:i w:val="0"/>
          <w:iCs w:val="0"/>
          <w:u w:val="none"/>
        </w:rPr>
        <w:t>:</w:t>
      </w:r>
      <w:r w:rsidR="00580C5C" w:rsidRPr="7929F670">
        <w:rPr>
          <w:i w:val="0"/>
          <w:iCs w:val="0"/>
          <w:u w:val="none"/>
        </w:rPr>
        <w:t xml:space="preserve"> </w:t>
      </w:r>
      <w:r w:rsidR="00EF3615" w:rsidRPr="7929F670">
        <w:rPr>
          <w:i w:val="0"/>
          <w:iCs w:val="0"/>
          <w:u w:val="none"/>
        </w:rPr>
        <w:t xml:space="preserve">Das Bauwesen wächst </w:t>
      </w:r>
      <w:r w:rsidR="00C526E4" w:rsidRPr="7929F670">
        <w:rPr>
          <w:i w:val="0"/>
          <w:iCs w:val="0"/>
          <w:u w:val="none"/>
        </w:rPr>
        <w:t xml:space="preserve">– </w:t>
      </w:r>
      <w:r w:rsidR="00EF3615" w:rsidRPr="7929F670">
        <w:rPr>
          <w:i w:val="0"/>
          <w:iCs w:val="0"/>
          <w:u w:val="none"/>
        </w:rPr>
        <w:t xml:space="preserve">  im gleichen </w:t>
      </w:r>
      <w:r w:rsidR="00C526E4" w:rsidRPr="7929F670">
        <w:rPr>
          <w:i w:val="0"/>
          <w:iCs w:val="0"/>
          <w:u w:val="none"/>
        </w:rPr>
        <w:t>Atemz</w:t>
      </w:r>
      <w:r w:rsidR="00EF3615" w:rsidRPr="7929F670">
        <w:rPr>
          <w:i w:val="0"/>
          <w:iCs w:val="0"/>
          <w:u w:val="none"/>
        </w:rPr>
        <w:t xml:space="preserve">ug steigen die Herausforderungen in Bezug auf Technologien, Umwelt, Geschwindigkeit, Qualität, Zusammenarbeit und Fachkräftemangel. Gebäudeplaner und -betreiber müssen adäquat auf </w:t>
      </w:r>
      <w:r w:rsidR="00C526E4" w:rsidRPr="7929F670">
        <w:rPr>
          <w:i w:val="0"/>
          <w:iCs w:val="0"/>
          <w:u w:val="none"/>
        </w:rPr>
        <w:t>diese</w:t>
      </w:r>
      <w:r w:rsidR="00EF3615" w:rsidRPr="7929F670">
        <w:rPr>
          <w:i w:val="0"/>
          <w:iCs w:val="0"/>
          <w:u w:val="none"/>
        </w:rPr>
        <w:t xml:space="preserve"> Herausforderungen reagieren. Lösungsanbieter </w:t>
      </w:r>
      <w:proofErr w:type="spellStart"/>
      <w:r w:rsidR="00EF3615" w:rsidRPr="7929F670">
        <w:rPr>
          <w:i w:val="0"/>
          <w:iCs w:val="0"/>
          <w:u w:val="none"/>
        </w:rPr>
        <w:t>Eplan</w:t>
      </w:r>
      <w:proofErr w:type="spellEnd"/>
      <w:r w:rsidR="00EF3615" w:rsidRPr="7929F670">
        <w:rPr>
          <w:i w:val="0"/>
          <w:iCs w:val="0"/>
          <w:u w:val="none"/>
        </w:rPr>
        <w:t xml:space="preserve"> unterstützt </w:t>
      </w:r>
      <w:r w:rsidR="007836D2" w:rsidRPr="7929F670">
        <w:rPr>
          <w:i w:val="0"/>
          <w:iCs w:val="0"/>
          <w:u w:val="none"/>
        </w:rPr>
        <w:t xml:space="preserve">alle </w:t>
      </w:r>
      <w:r w:rsidR="00B0393A">
        <w:rPr>
          <w:i w:val="0"/>
          <w:iCs w:val="0"/>
          <w:u w:val="none"/>
        </w:rPr>
        <w:t>Projektbeteiligten</w:t>
      </w:r>
      <w:r w:rsidR="00B0393A" w:rsidRPr="7929F670">
        <w:rPr>
          <w:i w:val="0"/>
          <w:iCs w:val="0"/>
          <w:u w:val="none"/>
        </w:rPr>
        <w:t xml:space="preserve"> </w:t>
      </w:r>
      <w:r w:rsidR="007836D2" w:rsidRPr="7929F670">
        <w:rPr>
          <w:i w:val="0"/>
          <w:iCs w:val="0"/>
          <w:u w:val="none"/>
        </w:rPr>
        <w:t xml:space="preserve">aus dem Ökosystem </w:t>
      </w:r>
      <w:r w:rsidR="00EF3615" w:rsidRPr="7929F670">
        <w:rPr>
          <w:i w:val="0"/>
          <w:iCs w:val="0"/>
          <w:u w:val="none"/>
        </w:rPr>
        <w:t xml:space="preserve">der Gebäudetechnik mit Lösungen </w:t>
      </w:r>
      <w:r w:rsidR="000E1D7E" w:rsidRPr="7929F670">
        <w:rPr>
          <w:i w:val="0"/>
          <w:iCs w:val="0"/>
          <w:u w:val="none"/>
        </w:rPr>
        <w:t>für ein</w:t>
      </w:r>
      <w:r w:rsidR="00D27007" w:rsidRPr="7929F670">
        <w:rPr>
          <w:i w:val="0"/>
          <w:iCs w:val="0"/>
          <w:u w:val="none"/>
        </w:rPr>
        <w:t xml:space="preserve"> ganz</w:t>
      </w:r>
      <w:r w:rsidR="00E939B6" w:rsidRPr="7929F670">
        <w:rPr>
          <w:i w:val="0"/>
          <w:iCs w:val="0"/>
          <w:u w:val="none"/>
        </w:rPr>
        <w:t>heitliche</w:t>
      </w:r>
      <w:r w:rsidR="00B0393A">
        <w:rPr>
          <w:i w:val="0"/>
          <w:iCs w:val="0"/>
          <w:u w:val="none"/>
        </w:rPr>
        <w:t>s</w:t>
      </w:r>
      <w:r w:rsidR="00E939B6" w:rsidRPr="7929F670">
        <w:rPr>
          <w:i w:val="0"/>
          <w:iCs w:val="0"/>
          <w:u w:val="none"/>
        </w:rPr>
        <w:t xml:space="preserve"> und durchgängige</w:t>
      </w:r>
      <w:r w:rsidR="00B0393A">
        <w:rPr>
          <w:i w:val="0"/>
          <w:iCs w:val="0"/>
          <w:u w:val="none"/>
        </w:rPr>
        <w:t>s</w:t>
      </w:r>
      <w:r w:rsidR="00E939B6" w:rsidRPr="7929F670">
        <w:rPr>
          <w:i w:val="0"/>
          <w:iCs w:val="0"/>
          <w:u w:val="none"/>
        </w:rPr>
        <w:t xml:space="preserve"> </w:t>
      </w:r>
      <w:r w:rsidR="002F4517" w:rsidRPr="7929F670">
        <w:rPr>
          <w:i w:val="0"/>
          <w:iCs w:val="0"/>
          <w:u w:val="none"/>
        </w:rPr>
        <w:t>Engineering</w:t>
      </w:r>
      <w:r w:rsidR="00662D5E" w:rsidRPr="7929F670">
        <w:rPr>
          <w:i w:val="0"/>
          <w:iCs w:val="0"/>
          <w:u w:val="none"/>
        </w:rPr>
        <w:t xml:space="preserve"> </w:t>
      </w:r>
      <w:r w:rsidR="00B0393A">
        <w:rPr>
          <w:i w:val="0"/>
          <w:iCs w:val="0"/>
          <w:u w:val="none"/>
        </w:rPr>
        <w:t>in der</w:t>
      </w:r>
      <w:r w:rsidR="000E1D7E" w:rsidRPr="7929F670">
        <w:rPr>
          <w:i w:val="0"/>
          <w:iCs w:val="0"/>
          <w:u w:val="none"/>
        </w:rPr>
        <w:t xml:space="preserve"> </w:t>
      </w:r>
      <w:r w:rsidR="00FB65EA" w:rsidRPr="7929F670">
        <w:rPr>
          <w:i w:val="0"/>
          <w:iCs w:val="0"/>
          <w:u w:val="none"/>
        </w:rPr>
        <w:t>elektrische</w:t>
      </w:r>
      <w:r w:rsidR="00B0393A">
        <w:rPr>
          <w:i w:val="0"/>
          <w:iCs w:val="0"/>
          <w:u w:val="none"/>
        </w:rPr>
        <w:t>n</w:t>
      </w:r>
      <w:r w:rsidR="00434EEA" w:rsidRPr="7929F670">
        <w:rPr>
          <w:i w:val="0"/>
          <w:iCs w:val="0"/>
          <w:u w:val="none"/>
        </w:rPr>
        <w:t xml:space="preserve"> Energ</w:t>
      </w:r>
      <w:r w:rsidR="55062C57" w:rsidRPr="7929F670">
        <w:rPr>
          <w:i w:val="0"/>
          <w:iCs w:val="0"/>
          <w:u w:val="none"/>
        </w:rPr>
        <w:t>ie</w:t>
      </w:r>
      <w:r w:rsidR="00434EEA" w:rsidRPr="7929F670">
        <w:rPr>
          <w:i w:val="0"/>
          <w:iCs w:val="0"/>
          <w:u w:val="none"/>
        </w:rPr>
        <w:t xml:space="preserve">verteilung </w:t>
      </w:r>
      <w:r w:rsidR="00FB65EA" w:rsidRPr="7929F670">
        <w:rPr>
          <w:i w:val="0"/>
          <w:iCs w:val="0"/>
          <w:u w:val="none"/>
        </w:rPr>
        <w:t xml:space="preserve">und </w:t>
      </w:r>
      <w:r w:rsidR="00434EEA" w:rsidRPr="7929F670">
        <w:rPr>
          <w:i w:val="0"/>
          <w:iCs w:val="0"/>
          <w:u w:val="none"/>
        </w:rPr>
        <w:t>Gebäudeautomation</w:t>
      </w:r>
      <w:r w:rsidR="00C526E4" w:rsidRPr="7929F670">
        <w:rPr>
          <w:i w:val="0"/>
          <w:iCs w:val="0"/>
          <w:u w:val="none"/>
        </w:rPr>
        <w:t>.</w:t>
      </w:r>
      <w:r w:rsidR="000F4F1D" w:rsidRPr="7929F670">
        <w:rPr>
          <w:i w:val="0"/>
          <w:iCs w:val="0"/>
          <w:u w:val="none"/>
        </w:rPr>
        <w:t xml:space="preserve"> Als Veranstalter des </w:t>
      </w:r>
      <w:r w:rsidR="00EF3615" w:rsidRPr="7929F670">
        <w:rPr>
          <w:i w:val="0"/>
          <w:iCs w:val="0"/>
          <w:u w:val="none"/>
        </w:rPr>
        <w:t xml:space="preserve">„Branchendialog: Gebäudetechnik“ </w:t>
      </w:r>
      <w:r w:rsidR="000F4F1D" w:rsidRPr="7929F670">
        <w:rPr>
          <w:i w:val="0"/>
          <w:iCs w:val="0"/>
          <w:u w:val="none"/>
        </w:rPr>
        <w:t>bringen die Monheimer</w:t>
      </w:r>
      <w:r w:rsidR="00EF3615" w:rsidRPr="7929F670">
        <w:rPr>
          <w:i w:val="0"/>
          <w:iCs w:val="0"/>
          <w:u w:val="none"/>
        </w:rPr>
        <w:t xml:space="preserve"> </w:t>
      </w:r>
      <w:r w:rsidR="004A41F3" w:rsidRPr="7929F670">
        <w:rPr>
          <w:i w:val="0"/>
          <w:iCs w:val="0"/>
          <w:u w:val="none"/>
        </w:rPr>
        <w:t xml:space="preserve">zum </w:t>
      </w:r>
      <w:r w:rsidR="00AC20B4" w:rsidRPr="7929F670">
        <w:rPr>
          <w:i w:val="0"/>
          <w:iCs w:val="0"/>
          <w:u w:val="none"/>
        </w:rPr>
        <w:t>vierten</w:t>
      </w:r>
      <w:r w:rsidR="004A41F3" w:rsidRPr="7929F670">
        <w:rPr>
          <w:i w:val="0"/>
          <w:iCs w:val="0"/>
          <w:u w:val="none"/>
        </w:rPr>
        <w:t xml:space="preserve"> Mal in Folge die Experten der</w:t>
      </w:r>
      <w:r w:rsidR="00EF3615" w:rsidRPr="7929F670">
        <w:rPr>
          <w:i w:val="0"/>
          <w:iCs w:val="0"/>
          <w:u w:val="none"/>
        </w:rPr>
        <w:t xml:space="preserve"> Branche zusammen: Gebäudebetreiber, Fachplaner</w:t>
      </w:r>
      <w:r w:rsidR="00A26A5D" w:rsidRPr="7929F670">
        <w:rPr>
          <w:i w:val="0"/>
          <w:iCs w:val="0"/>
          <w:u w:val="none"/>
        </w:rPr>
        <w:t xml:space="preserve"> und Systemintegratoren</w:t>
      </w:r>
      <w:r w:rsidR="00EF3615" w:rsidRPr="7929F670">
        <w:rPr>
          <w:i w:val="0"/>
          <w:iCs w:val="0"/>
          <w:u w:val="none"/>
        </w:rPr>
        <w:t xml:space="preserve"> sind eingeladen, sich über aktuelle Trends und Entwicklungen auszutauschen, Impulse für die eigene Zukunft zu setzen und das persönliche Netzwerk zu stärken. </w:t>
      </w:r>
    </w:p>
    <w:p w14:paraId="4F49B9F5" w14:textId="7B7EA9AB" w:rsidR="000F4F1D" w:rsidRDefault="00EF3615" w:rsidP="00C526E4">
      <w:pPr>
        <w:pStyle w:val="PIDachzeile"/>
        <w:tabs>
          <w:tab w:val="left" w:pos="1309"/>
        </w:tabs>
        <w:suppressAutoHyphens/>
        <w:spacing w:after="120" w:line="312" w:lineRule="auto"/>
        <w:ind w:right="3493"/>
        <w:rPr>
          <w:b/>
          <w:bCs/>
          <w:i w:val="0"/>
          <w:u w:val="none"/>
        </w:rPr>
      </w:pPr>
      <w:r w:rsidRPr="00EF3615">
        <w:rPr>
          <w:b/>
          <w:bCs/>
          <w:i w:val="0"/>
          <w:u w:val="none"/>
        </w:rPr>
        <w:t>Austausc</w:t>
      </w:r>
      <w:r w:rsidR="00C526E4">
        <w:rPr>
          <w:b/>
          <w:bCs/>
          <w:i w:val="0"/>
          <w:u w:val="none"/>
        </w:rPr>
        <w:t xml:space="preserve">h </w:t>
      </w:r>
      <w:r w:rsidRPr="00EF3615">
        <w:rPr>
          <w:b/>
          <w:bCs/>
          <w:i w:val="0"/>
          <w:u w:val="none"/>
        </w:rPr>
        <w:t>und Inspiration</w:t>
      </w:r>
    </w:p>
    <w:p w14:paraId="0AF32069" w14:textId="71A91B09" w:rsidR="000F4F1D" w:rsidRDefault="00C526E4" w:rsidP="00EF3615">
      <w:pPr>
        <w:pStyle w:val="PIDachzeile"/>
        <w:tabs>
          <w:tab w:val="left" w:pos="1309"/>
        </w:tabs>
        <w:suppressAutoHyphens/>
        <w:spacing w:line="312" w:lineRule="auto"/>
        <w:ind w:right="3493"/>
        <w:rPr>
          <w:i w:val="0"/>
          <w:u w:val="none"/>
        </w:rPr>
      </w:pPr>
      <w:r>
        <w:rPr>
          <w:i w:val="0"/>
          <w:u w:val="none"/>
        </w:rPr>
        <w:t xml:space="preserve">Dabei ist </w:t>
      </w:r>
      <w:r w:rsidR="000F4F1D">
        <w:rPr>
          <w:i w:val="0"/>
          <w:u w:val="none"/>
        </w:rPr>
        <w:t xml:space="preserve">die Themenpalette </w:t>
      </w:r>
      <w:proofErr w:type="gramStart"/>
      <w:r w:rsidR="000F4F1D">
        <w:rPr>
          <w:i w:val="0"/>
          <w:u w:val="none"/>
        </w:rPr>
        <w:t>durchaus vielfältig</w:t>
      </w:r>
      <w:proofErr w:type="gramEnd"/>
      <w:r w:rsidR="004A41F3">
        <w:rPr>
          <w:i w:val="0"/>
          <w:u w:val="none"/>
        </w:rPr>
        <w:t xml:space="preserve"> – sie reicht von Planungsthemen </w:t>
      </w:r>
      <w:r w:rsidR="00F46F1B">
        <w:rPr>
          <w:i w:val="0"/>
          <w:u w:val="none"/>
        </w:rPr>
        <w:t xml:space="preserve">wie Standardisierung </w:t>
      </w:r>
      <w:r w:rsidR="004A41F3">
        <w:rPr>
          <w:i w:val="0"/>
          <w:u w:val="none"/>
        </w:rPr>
        <w:t xml:space="preserve">über </w:t>
      </w:r>
      <w:r w:rsidR="00F46F1B">
        <w:rPr>
          <w:i w:val="0"/>
          <w:u w:val="none"/>
        </w:rPr>
        <w:t xml:space="preserve">Praxisbeiträge bis hin zu </w:t>
      </w:r>
      <w:r w:rsidR="004A41F3">
        <w:rPr>
          <w:i w:val="0"/>
          <w:u w:val="none"/>
        </w:rPr>
        <w:t>Normen</w:t>
      </w:r>
      <w:r w:rsidR="00F46F1B">
        <w:rPr>
          <w:i w:val="0"/>
          <w:u w:val="none"/>
        </w:rPr>
        <w:t xml:space="preserve">. Genau diese </w:t>
      </w:r>
      <w:r>
        <w:rPr>
          <w:i w:val="0"/>
          <w:u w:val="none"/>
        </w:rPr>
        <w:t>befinden sich auch</w:t>
      </w:r>
      <w:r w:rsidR="000F4F1D">
        <w:rPr>
          <w:i w:val="0"/>
          <w:u w:val="none"/>
        </w:rPr>
        <w:t xml:space="preserve"> in der Gebäudeautomation im Wandel und </w:t>
      </w:r>
      <w:r>
        <w:rPr>
          <w:i w:val="0"/>
          <w:u w:val="none"/>
        </w:rPr>
        <w:t>speziell</w:t>
      </w:r>
      <w:r w:rsidR="000F4F1D">
        <w:rPr>
          <w:i w:val="0"/>
          <w:u w:val="none"/>
        </w:rPr>
        <w:t xml:space="preserve"> die VDI 3805 gewinnt weiter an Bedeutung. Karsten Spieß von Cadenas, Mitglied mehrerer VDMA</w:t>
      </w:r>
      <w:r w:rsidR="004A41F3">
        <w:rPr>
          <w:i w:val="0"/>
          <w:u w:val="none"/>
        </w:rPr>
        <w:t>-</w:t>
      </w:r>
      <w:r w:rsidR="000F4F1D">
        <w:rPr>
          <w:i w:val="0"/>
          <w:u w:val="none"/>
        </w:rPr>
        <w:t>Arbeitsgruppen zum Thema BIM, gibt hier Orientierung</w:t>
      </w:r>
      <w:r w:rsidR="004A41F3">
        <w:rPr>
          <w:i w:val="0"/>
          <w:u w:val="none"/>
        </w:rPr>
        <w:t xml:space="preserve"> anhand konkreter Use-Cases</w:t>
      </w:r>
      <w:r w:rsidR="000F4F1D">
        <w:rPr>
          <w:i w:val="0"/>
          <w:u w:val="none"/>
        </w:rPr>
        <w:t xml:space="preserve">.  </w:t>
      </w:r>
    </w:p>
    <w:p w14:paraId="4BB0C22B" w14:textId="58DC8FD8" w:rsidR="00F46F1B" w:rsidRPr="00F46F1B" w:rsidRDefault="00F46F1B" w:rsidP="00F46F1B">
      <w:pPr>
        <w:pStyle w:val="PIDachzeile"/>
        <w:tabs>
          <w:tab w:val="left" w:pos="1309"/>
        </w:tabs>
        <w:suppressAutoHyphens/>
        <w:spacing w:after="120" w:line="312" w:lineRule="auto"/>
        <w:ind w:right="3493"/>
        <w:rPr>
          <w:b/>
          <w:bCs/>
          <w:i w:val="0"/>
          <w:u w:val="none"/>
        </w:rPr>
      </w:pPr>
      <w:r w:rsidRPr="00F46F1B">
        <w:rPr>
          <w:b/>
          <w:bCs/>
          <w:i w:val="0"/>
          <w:u w:val="none"/>
        </w:rPr>
        <w:t>Von der Praxis lernen</w:t>
      </w:r>
    </w:p>
    <w:p w14:paraId="5E5FACE7" w14:textId="2193666A" w:rsidR="00227111" w:rsidRDefault="00EF3615" w:rsidP="00685D1E">
      <w:pPr>
        <w:pStyle w:val="PIDachzeile"/>
        <w:tabs>
          <w:tab w:val="left" w:pos="1309"/>
        </w:tabs>
        <w:suppressAutoHyphens/>
        <w:spacing w:line="312" w:lineRule="auto"/>
        <w:ind w:right="3493"/>
        <w:rPr>
          <w:i w:val="0"/>
          <w:u w:val="none"/>
        </w:rPr>
      </w:pPr>
      <w:r w:rsidRPr="00EF3615">
        <w:rPr>
          <w:i w:val="0"/>
          <w:u w:val="none"/>
        </w:rPr>
        <w:t xml:space="preserve">Das Herz der Veranstaltung bilden Praxisberichte, in denen Kunden </w:t>
      </w:r>
      <w:r>
        <w:rPr>
          <w:i w:val="0"/>
          <w:u w:val="none"/>
        </w:rPr>
        <w:t xml:space="preserve">von </w:t>
      </w:r>
      <w:proofErr w:type="spellStart"/>
      <w:r>
        <w:rPr>
          <w:i w:val="0"/>
          <w:u w:val="none"/>
        </w:rPr>
        <w:t>Eplan</w:t>
      </w:r>
      <w:proofErr w:type="spellEnd"/>
      <w:r>
        <w:rPr>
          <w:i w:val="0"/>
          <w:u w:val="none"/>
        </w:rPr>
        <w:t xml:space="preserve"> </w:t>
      </w:r>
      <w:r w:rsidRPr="00EF3615">
        <w:rPr>
          <w:i w:val="0"/>
          <w:u w:val="none"/>
        </w:rPr>
        <w:t xml:space="preserve">über ihre </w:t>
      </w:r>
      <w:r w:rsidR="004A41F3">
        <w:rPr>
          <w:i w:val="0"/>
          <w:u w:val="none"/>
        </w:rPr>
        <w:t>Erfahrungen</w:t>
      </w:r>
      <w:r w:rsidRPr="00EF3615">
        <w:rPr>
          <w:i w:val="0"/>
          <w:u w:val="none"/>
        </w:rPr>
        <w:t xml:space="preserve"> berichten. </w:t>
      </w:r>
      <w:r w:rsidR="00685D1E">
        <w:rPr>
          <w:i w:val="0"/>
          <w:u w:val="none"/>
        </w:rPr>
        <w:t>Christoph Bergfeld, M&amp;P Braunschweig</w:t>
      </w:r>
      <w:r w:rsidR="004A41F3">
        <w:rPr>
          <w:i w:val="0"/>
          <w:u w:val="none"/>
        </w:rPr>
        <w:t>,</w:t>
      </w:r>
      <w:r w:rsidR="00685D1E">
        <w:rPr>
          <w:i w:val="0"/>
          <w:u w:val="none"/>
        </w:rPr>
        <w:t xml:space="preserve"> </w:t>
      </w:r>
      <w:r w:rsidR="00F46F1B">
        <w:rPr>
          <w:i w:val="0"/>
          <w:u w:val="none"/>
        </w:rPr>
        <w:t xml:space="preserve">nimmt Interessierte mit in </w:t>
      </w:r>
      <w:r w:rsidR="00C526E4">
        <w:rPr>
          <w:i w:val="0"/>
          <w:u w:val="none"/>
        </w:rPr>
        <w:t>seine</w:t>
      </w:r>
      <w:r w:rsidR="00685D1E">
        <w:rPr>
          <w:i w:val="0"/>
          <w:u w:val="none"/>
        </w:rPr>
        <w:t xml:space="preserve"> Erfahrungen bei der Planung für öffentliche Auftraggeber. Nico </w:t>
      </w:r>
      <w:proofErr w:type="spellStart"/>
      <w:r w:rsidR="00685D1E">
        <w:rPr>
          <w:i w:val="0"/>
          <w:u w:val="none"/>
        </w:rPr>
        <w:t>Frühinsfeld</w:t>
      </w:r>
      <w:proofErr w:type="spellEnd"/>
      <w:r w:rsidR="00685D1E">
        <w:rPr>
          <w:i w:val="0"/>
          <w:u w:val="none"/>
        </w:rPr>
        <w:t xml:space="preserve"> zeigt auf, wie das Unternehmen AL-KO </w:t>
      </w:r>
      <w:proofErr w:type="spellStart"/>
      <w:r w:rsidR="00685D1E">
        <w:rPr>
          <w:i w:val="0"/>
          <w:u w:val="none"/>
        </w:rPr>
        <w:t>Therm</w:t>
      </w:r>
      <w:proofErr w:type="spellEnd"/>
      <w:r w:rsidR="00685D1E">
        <w:rPr>
          <w:i w:val="0"/>
          <w:u w:val="none"/>
        </w:rPr>
        <w:t xml:space="preserve"> auf Basis von </w:t>
      </w:r>
      <w:proofErr w:type="spellStart"/>
      <w:r w:rsidR="00685D1E">
        <w:rPr>
          <w:i w:val="0"/>
          <w:u w:val="none"/>
        </w:rPr>
        <w:t>Eplan</w:t>
      </w:r>
      <w:proofErr w:type="spellEnd"/>
      <w:r w:rsidR="00685D1E">
        <w:rPr>
          <w:i w:val="0"/>
          <w:u w:val="none"/>
        </w:rPr>
        <w:t xml:space="preserve"> Standards entwickelt hat, die nachhaltig und ausbaufähig sind. </w:t>
      </w:r>
      <w:r w:rsidR="00F46F1B">
        <w:rPr>
          <w:i w:val="0"/>
          <w:u w:val="none"/>
        </w:rPr>
        <w:t>Genau diesen</w:t>
      </w:r>
      <w:r w:rsidR="00C526E4">
        <w:rPr>
          <w:i w:val="0"/>
          <w:u w:val="none"/>
        </w:rPr>
        <w:t xml:space="preserve"> Ball greift Stephan Müller-</w:t>
      </w:r>
      <w:proofErr w:type="spellStart"/>
      <w:r w:rsidR="00C526E4">
        <w:rPr>
          <w:i w:val="0"/>
          <w:u w:val="none"/>
        </w:rPr>
        <w:t>Gerwers</w:t>
      </w:r>
      <w:proofErr w:type="spellEnd"/>
      <w:r w:rsidR="00C526E4">
        <w:rPr>
          <w:i w:val="0"/>
          <w:u w:val="none"/>
        </w:rPr>
        <w:t xml:space="preserve">, Consultant bei </w:t>
      </w:r>
      <w:proofErr w:type="spellStart"/>
      <w:r w:rsidR="00C526E4">
        <w:rPr>
          <w:i w:val="0"/>
          <w:u w:val="none"/>
        </w:rPr>
        <w:t>Eplan</w:t>
      </w:r>
      <w:proofErr w:type="spellEnd"/>
      <w:r w:rsidR="00C526E4">
        <w:rPr>
          <w:i w:val="0"/>
          <w:u w:val="none"/>
        </w:rPr>
        <w:t>, auf und gibt praxisgerechte Einblicke in beispielsweise Makros und Templates, die Planern das Leben deutlich erleichtern. Interessierte erhalten Hilfestellung bei der Frage: „Wo fange ich an und wie standardisiere ich am besten</w:t>
      </w:r>
      <w:r w:rsidR="007D00F5">
        <w:rPr>
          <w:i w:val="0"/>
          <w:u w:val="none"/>
        </w:rPr>
        <w:t>?</w:t>
      </w:r>
      <w:r w:rsidR="00C526E4">
        <w:rPr>
          <w:i w:val="0"/>
          <w:u w:val="none"/>
        </w:rPr>
        <w:t xml:space="preserve">“ </w:t>
      </w:r>
    </w:p>
    <w:p w14:paraId="03D9711D" w14:textId="63A54C62" w:rsidR="00F46F1B" w:rsidRPr="00F46F1B" w:rsidRDefault="00F46F1B" w:rsidP="00F46F1B">
      <w:pPr>
        <w:pStyle w:val="PIDachzeile"/>
        <w:tabs>
          <w:tab w:val="left" w:pos="1309"/>
        </w:tabs>
        <w:suppressAutoHyphens/>
        <w:spacing w:after="120" w:line="312" w:lineRule="auto"/>
        <w:ind w:right="3493"/>
        <w:rPr>
          <w:b/>
          <w:bCs/>
          <w:i w:val="0"/>
          <w:u w:val="none"/>
        </w:rPr>
      </w:pPr>
      <w:r w:rsidRPr="00F46F1B">
        <w:rPr>
          <w:b/>
          <w:bCs/>
          <w:i w:val="0"/>
          <w:u w:val="none"/>
        </w:rPr>
        <w:t>Was bringt die Zukunft?</w:t>
      </w:r>
    </w:p>
    <w:p w14:paraId="4E291012" w14:textId="518F4345" w:rsidR="00F46F1B" w:rsidRDefault="00227111" w:rsidP="494B0734">
      <w:pPr>
        <w:pStyle w:val="PIDachzeile"/>
        <w:tabs>
          <w:tab w:val="left" w:pos="1309"/>
        </w:tabs>
        <w:suppressAutoHyphens/>
        <w:spacing w:line="312" w:lineRule="auto"/>
        <w:ind w:right="3493"/>
        <w:rPr>
          <w:i w:val="0"/>
          <w:iCs w:val="0"/>
          <w:u w:val="none"/>
        </w:rPr>
      </w:pPr>
      <w:r w:rsidRPr="494B0734">
        <w:rPr>
          <w:i w:val="0"/>
          <w:iCs w:val="0"/>
          <w:u w:val="none"/>
        </w:rPr>
        <w:t xml:space="preserve">Natürlich ist auch der Blick in die Zukunft der Gebäudeautomation entscheidend. </w:t>
      </w:r>
      <w:r w:rsidR="000C5467" w:rsidRPr="494B0734">
        <w:rPr>
          <w:i w:val="0"/>
          <w:iCs w:val="0"/>
          <w:u w:val="none"/>
        </w:rPr>
        <w:t xml:space="preserve">Nils </w:t>
      </w:r>
      <w:proofErr w:type="spellStart"/>
      <w:r w:rsidR="000C5467" w:rsidRPr="494B0734">
        <w:rPr>
          <w:i w:val="0"/>
          <w:iCs w:val="0"/>
          <w:u w:val="none"/>
        </w:rPr>
        <w:t>Hübenthal</w:t>
      </w:r>
      <w:proofErr w:type="spellEnd"/>
      <w:r w:rsidR="000C5467" w:rsidRPr="494B0734">
        <w:rPr>
          <w:i w:val="0"/>
          <w:iCs w:val="0"/>
          <w:u w:val="none"/>
        </w:rPr>
        <w:t xml:space="preserve"> </w:t>
      </w:r>
      <w:r w:rsidR="009C03D9" w:rsidRPr="494B0734">
        <w:rPr>
          <w:i w:val="0"/>
          <w:iCs w:val="0"/>
          <w:u w:val="none"/>
        </w:rPr>
        <w:t xml:space="preserve">von </w:t>
      </w:r>
      <w:r w:rsidR="00C05545" w:rsidRPr="494B0734">
        <w:rPr>
          <w:i w:val="0"/>
          <w:iCs w:val="0"/>
          <w:u w:val="none"/>
        </w:rPr>
        <w:t xml:space="preserve">Rücken &amp; Partner berichtet </w:t>
      </w:r>
      <w:r w:rsidR="000A4089" w:rsidRPr="494B0734">
        <w:rPr>
          <w:i w:val="0"/>
          <w:iCs w:val="0"/>
          <w:u w:val="none"/>
        </w:rPr>
        <w:t>darüber, welche Auswirkungen das Gebäude Energiegesetz 2024 auf die Gebäudeautomation hat</w:t>
      </w:r>
      <w:r w:rsidR="00B0393A">
        <w:rPr>
          <w:i w:val="0"/>
          <w:iCs w:val="0"/>
          <w:u w:val="none"/>
        </w:rPr>
        <w:t>.</w:t>
      </w:r>
      <w:r w:rsidR="000A4089" w:rsidRPr="494B0734">
        <w:rPr>
          <w:i w:val="0"/>
          <w:iCs w:val="0"/>
          <w:u w:val="none"/>
        </w:rPr>
        <w:t xml:space="preserve"> </w:t>
      </w:r>
      <w:r w:rsidRPr="494B0734">
        <w:rPr>
          <w:i w:val="0"/>
          <w:iCs w:val="0"/>
          <w:u w:val="none"/>
        </w:rPr>
        <w:t xml:space="preserve">Michael </w:t>
      </w:r>
      <w:proofErr w:type="spellStart"/>
      <w:r w:rsidRPr="494B0734">
        <w:rPr>
          <w:i w:val="0"/>
          <w:iCs w:val="0"/>
          <w:u w:val="none"/>
        </w:rPr>
        <w:t>Krüttgen</w:t>
      </w:r>
      <w:proofErr w:type="spellEnd"/>
      <w:r w:rsidR="00F46F1B" w:rsidRPr="494B0734">
        <w:rPr>
          <w:i w:val="0"/>
          <w:iCs w:val="0"/>
          <w:u w:val="none"/>
        </w:rPr>
        <w:t>,</w:t>
      </w:r>
      <w:r w:rsidRPr="494B0734">
        <w:rPr>
          <w:i w:val="0"/>
          <w:iCs w:val="0"/>
          <w:u w:val="none"/>
        </w:rPr>
        <w:t xml:space="preserve"> TH Köln und Sebastian Dittmann</w:t>
      </w:r>
      <w:r w:rsidR="00F46F1B" w:rsidRPr="494B0734">
        <w:rPr>
          <w:i w:val="0"/>
          <w:iCs w:val="0"/>
          <w:u w:val="none"/>
        </w:rPr>
        <w:t>,</w:t>
      </w:r>
      <w:r w:rsidRPr="494B0734">
        <w:rPr>
          <w:i w:val="0"/>
          <w:iCs w:val="0"/>
          <w:u w:val="none"/>
        </w:rPr>
        <w:t xml:space="preserve"> Bayer AG – beide Teilnehmer des Namur Arbeitskreises 1.7 zur prozessnahen Gebäudeautomation </w:t>
      </w:r>
      <w:r w:rsidR="00F46F1B" w:rsidRPr="494B0734">
        <w:rPr>
          <w:i w:val="0"/>
          <w:iCs w:val="0"/>
          <w:u w:val="none"/>
        </w:rPr>
        <w:t>–</w:t>
      </w:r>
      <w:r w:rsidRPr="494B0734">
        <w:rPr>
          <w:i w:val="0"/>
          <w:iCs w:val="0"/>
          <w:u w:val="none"/>
        </w:rPr>
        <w:t xml:space="preserve"> nehmen Interessierte mit in das Module Type Package (MTP)</w:t>
      </w:r>
      <w:r w:rsidR="00F46F1B" w:rsidRPr="494B0734">
        <w:rPr>
          <w:i w:val="0"/>
          <w:iCs w:val="0"/>
          <w:u w:val="none"/>
        </w:rPr>
        <w:t xml:space="preserve">, und zwar </w:t>
      </w:r>
      <w:r w:rsidRPr="494B0734">
        <w:rPr>
          <w:i w:val="0"/>
          <w:iCs w:val="0"/>
          <w:u w:val="none"/>
        </w:rPr>
        <w:t>in Kombination der</w:t>
      </w:r>
      <w:r w:rsidR="00C526E4" w:rsidRPr="494B0734">
        <w:rPr>
          <w:i w:val="0"/>
          <w:iCs w:val="0"/>
          <w:u w:val="none"/>
        </w:rPr>
        <w:t xml:space="preserve"> Umsetzung des Konzepts der Verwaltungsschale. Strategische Einblicke in das Spektrum der Building Technologies von Haluk Menderes, Geschäftsführer von </w:t>
      </w:r>
      <w:proofErr w:type="spellStart"/>
      <w:r w:rsidR="00C526E4" w:rsidRPr="494B0734">
        <w:rPr>
          <w:i w:val="0"/>
          <w:iCs w:val="0"/>
          <w:u w:val="none"/>
        </w:rPr>
        <w:t>Eplan</w:t>
      </w:r>
      <w:proofErr w:type="spellEnd"/>
      <w:r w:rsidR="00C526E4" w:rsidRPr="494B0734">
        <w:rPr>
          <w:i w:val="0"/>
          <w:iCs w:val="0"/>
          <w:u w:val="none"/>
        </w:rPr>
        <w:t xml:space="preserve">, runden das </w:t>
      </w:r>
      <w:r w:rsidR="00CA0D4D" w:rsidRPr="494B0734">
        <w:rPr>
          <w:i w:val="0"/>
          <w:iCs w:val="0"/>
          <w:u w:val="none"/>
        </w:rPr>
        <w:t>vielfältige</w:t>
      </w:r>
      <w:r w:rsidR="00F46F1B" w:rsidRPr="494B0734">
        <w:rPr>
          <w:i w:val="0"/>
          <w:iCs w:val="0"/>
          <w:u w:val="none"/>
        </w:rPr>
        <w:t xml:space="preserve"> </w:t>
      </w:r>
      <w:r w:rsidR="00C526E4" w:rsidRPr="494B0734">
        <w:rPr>
          <w:i w:val="0"/>
          <w:iCs w:val="0"/>
          <w:u w:val="none"/>
        </w:rPr>
        <w:t>Themenspektrum in Köln ab.</w:t>
      </w:r>
    </w:p>
    <w:p w14:paraId="68CD088B" w14:textId="727F682D" w:rsidR="00F46F1B" w:rsidRPr="00F46F1B" w:rsidRDefault="00F46F1B" w:rsidP="00685D1E">
      <w:pPr>
        <w:pStyle w:val="PIDachzeile"/>
        <w:tabs>
          <w:tab w:val="left" w:pos="1309"/>
        </w:tabs>
        <w:suppressAutoHyphens/>
        <w:spacing w:line="312" w:lineRule="auto"/>
        <w:ind w:right="3493"/>
        <w:rPr>
          <w:i w:val="0"/>
          <w:u w:val="none"/>
        </w:rPr>
      </w:pPr>
      <w:r>
        <w:rPr>
          <w:i w:val="0"/>
          <w:u w:val="none"/>
        </w:rPr>
        <w:t>Bereits am Vorabend der Veranstaltung haben die Teilnehmer Gelegenheit zum persönlichen Austausch.</w:t>
      </w:r>
    </w:p>
    <w:p w14:paraId="0124B089" w14:textId="53AC5986" w:rsidR="00C526E4" w:rsidRDefault="00F46F1B" w:rsidP="00F46F1B">
      <w:pPr>
        <w:pStyle w:val="PIDachzeile"/>
        <w:tabs>
          <w:tab w:val="left" w:pos="1309"/>
        </w:tabs>
        <w:suppressAutoHyphens/>
        <w:spacing w:after="0" w:line="312" w:lineRule="auto"/>
        <w:ind w:right="3493"/>
        <w:rPr>
          <w:i w:val="0"/>
          <w:u w:val="none"/>
        </w:rPr>
      </w:pPr>
      <w:r>
        <w:rPr>
          <w:i w:val="0"/>
          <w:u w:val="none"/>
        </w:rPr>
        <w:t>Mehr Informationen und kostenlose Anmeldung unter</w:t>
      </w:r>
      <w:r w:rsidR="00C526E4">
        <w:rPr>
          <w:i w:val="0"/>
          <w:u w:val="none"/>
        </w:rPr>
        <w:t>:</w:t>
      </w:r>
    </w:p>
    <w:p w14:paraId="79A2FDAF" w14:textId="6044C820" w:rsidR="00C526E4" w:rsidRDefault="00EC2032" w:rsidP="00F46F1B">
      <w:pPr>
        <w:pStyle w:val="PIDachzeile"/>
        <w:tabs>
          <w:tab w:val="left" w:pos="1309"/>
        </w:tabs>
        <w:suppressAutoHyphens/>
        <w:spacing w:after="0" w:line="312" w:lineRule="auto"/>
        <w:ind w:right="3493"/>
        <w:rPr>
          <w:i w:val="0"/>
          <w:u w:val="none"/>
        </w:rPr>
      </w:pPr>
      <w:hyperlink r:id="rId11" w:history="1">
        <w:r w:rsidR="00F46F1B" w:rsidRPr="00B46ED8">
          <w:rPr>
            <w:rStyle w:val="Hyperlink"/>
            <w:i w:val="0"/>
          </w:rPr>
          <w:t>www.eplan.de/dialog-gebaeude</w:t>
        </w:r>
      </w:hyperlink>
    </w:p>
    <w:p w14:paraId="3A261307" w14:textId="77777777" w:rsidR="00F46F1B" w:rsidRDefault="00F46F1B" w:rsidP="00F46F1B">
      <w:pPr>
        <w:pStyle w:val="PIDachzeile"/>
        <w:tabs>
          <w:tab w:val="left" w:pos="1309"/>
        </w:tabs>
        <w:suppressAutoHyphens/>
        <w:spacing w:after="0" w:line="312" w:lineRule="auto"/>
        <w:ind w:right="3493"/>
        <w:rPr>
          <w:i w:val="0"/>
          <w:u w:val="none"/>
        </w:rPr>
      </w:pPr>
    </w:p>
    <w:p w14:paraId="75146E81" w14:textId="6ECCB98B" w:rsidR="0047607D" w:rsidRPr="000A5019" w:rsidRDefault="0047607D" w:rsidP="00D35FB5">
      <w:pPr>
        <w:suppressAutoHyphens/>
        <w:spacing w:after="240" w:line="312" w:lineRule="auto"/>
        <w:ind w:right="3493"/>
        <w:rPr>
          <w:rFonts w:ascii="Arial" w:hAnsi="Arial" w:cs="Arial"/>
          <w:sz w:val="22"/>
          <w:szCs w:val="22"/>
        </w:rPr>
      </w:pPr>
      <w:r w:rsidRPr="494B0734">
        <w:rPr>
          <w:rFonts w:ascii="Arial" w:hAnsi="Arial" w:cs="Arial"/>
          <w:sz w:val="22"/>
          <w:szCs w:val="22"/>
        </w:rPr>
        <w:t>(</w:t>
      </w:r>
      <w:r w:rsidR="00C526E4" w:rsidRPr="494B0734">
        <w:rPr>
          <w:rFonts w:ascii="Arial" w:hAnsi="Arial" w:cs="Arial"/>
          <w:sz w:val="22"/>
          <w:szCs w:val="22"/>
        </w:rPr>
        <w:t>3.</w:t>
      </w:r>
      <w:r w:rsidR="00630BA3" w:rsidRPr="494B0734">
        <w:rPr>
          <w:rFonts w:ascii="Arial" w:hAnsi="Arial" w:cs="Arial"/>
          <w:sz w:val="22"/>
          <w:szCs w:val="22"/>
        </w:rPr>
        <w:t>5</w:t>
      </w:r>
      <w:r w:rsidR="00630BA3">
        <w:rPr>
          <w:rFonts w:ascii="Arial" w:hAnsi="Arial" w:cs="Arial"/>
          <w:sz w:val="22"/>
          <w:szCs w:val="22"/>
        </w:rPr>
        <w:t>3</w:t>
      </w:r>
      <w:r w:rsidR="00630BA3">
        <w:rPr>
          <w:rFonts w:ascii="Arial" w:hAnsi="Arial" w:cs="Arial"/>
          <w:sz w:val="22"/>
          <w:szCs w:val="22"/>
        </w:rPr>
        <w:t>3</w:t>
      </w:r>
      <w:r w:rsidR="00630BA3" w:rsidRPr="494B0734">
        <w:rPr>
          <w:rFonts w:ascii="Arial" w:hAnsi="Arial" w:cs="Arial"/>
          <w:sz w:val="22"/>
          <w:szCs w:val="22"/>
        </w:rPr>
        <w:t xml:space="preserve"> </w:t>
      </w:r>
      <w:r w:rsidRPr="494B0734">
        <w:rPr>
          <w:rFonts w:ascii="Arial" w:hAnsi="Arial" w:cs="Arial"/>
          <w:sz w:val="22"/>
          <w:szCs w:val="22"/>
        </w:rPr>
        <w:t>Zeichen)</w:t>
      </w:r>
    </w:p>
    <w:p w14:paraId="2BE0356A" w14:textId="77777777" w:rsidR="00CF274B" w:rsidRPr="000A5019" w:rsidRDefault="00CF274B" w:rsidP="00D35FB5">
      <w:pPr>
        <w:suppressAutoHyphens/>
        <w:spacing w:after="240" w:line="312" w:lineRule="auto"/>
        <w:ind w:right="3493"/>
        <w:rPr>
          <w:rFonts w:ascii="Wingdings" w:hAnsi="Wingdings"/>
        </w:rPr>
      </w:pPr>
      <w:r w:rsidRPr="000A5019">
        <w:rPr>
          <w:rFonts w:ascii="Wingdings" w:hAnsi="Wingdings"/>
        </w:rPr>
        <w:t></w:t>
      </w:r>
    </w:p>
    <w:p w14:paraId="536DE25F" w14:textId="1BAAFEE9" w:rsidR="00CF274B" w:rsidRPr="00DC1071" w:rsidRDefault="007E6EEA" w:rsidP="00D35FB5">
      <w:pPr>
        <w:pStyle w:val="PIAbspann"/>
        <w:suppressAutoHyphens/>
        <w:rPr>
          <w:b/>
          <w:bCs/>
        </w:rPr>
      </w:pPr>
      <w:r>
        <w:rPr>
          <w:b/>
          <w:bCs/>
        </w:rPr>
        <w:t>B</w:t>
      </w:r>
      <w:r w:rsidR="00CF274B" w:rsidRPr="00DC1071">
        <w:rPr>
          <w:b/>
          <w:bCs/>
        </w:rPr>
        <w:t>ildmaterial</w:t>
      </w:r>
      <w:r w:rsidR="006F7328" w:rsidRPr="00DC1071">
        <w:rPr>
          <w:b/>
          <w:bCs/>
        </w:rPr>
        <w:t xml:space="preserve"> </w:t>
      </w:r>
    </w:p>
    <w:p w14:paraId="735EECFB" w14:textId="57D0841D" w:rsidR="00C526E4" w:rsidRDefault="005A07AF" w:rsidP="00D35FB5">
      <w:pPr>
        <w:suppressAutoHyphens/>
        <w:autoSpaceDE w:val="0"/>
        <w:autoSpaceDN w:val="0"/>
        <w:adjustRightInd w:val="0"/>
        <w:spacing w:after="240" w:line="312" w:lineRule="auto"/>
        <w:ind w:right="3493"/>
        <w:rPr>
          <w:rFonts w:ascii="Arial" w:hAnsi="Arial" w:cs="Arial"/>
          <w:sz w:val="18"/>
        </w:rPr>
      </w:pPr>
      <w:r>
        <w:rPr>
          <w:rFonts w:ascii="Arial" w:hAnsi="Arial" w:cs="Arial"/>
          <w:sz w:val="18"/>
        </w:rPr>
        <w:t>Branchendialog 2022.jpg</w:t>
      </w:r>
      <w:r w:rsidR="00C526E4">
        <w:rPr>
          <w:rFonts w:ascii="Arial" w:hAnsi="Arial" w:cs="Arial"/>
          <w:sz w:val="18"/>
        </w:rPr>
        <w:t xml:space="preserve">: </w:t>
      </w:r>
      <w:r>
        <w:rPr>
          <w:rFonts w:ascii="Arial" w:hAnsi="Arial" w:cs="Arial"/>
          <w:sz w:val="18"/>
        </w:rPr>
        <w:t xml:space="preserve">Rolf Schulte, Global </w:t>
      </w:r>
      <w:proofErr w:type="spellStart"/>
      <w:r>
        <w:rPr>
          <w:rFonts w:ascii="Arial" w:hAnsi="Arial" w:cs="Arial"/>
          <w:sz w:val="18"/>
        </w:rPr>
        <w:t>Vertical</w:t>
      </w:r>
      <w:proofErr w:type="spellEnd"/>
      <w:r>
        <w:rPr>
          <w:rFonts w:ascii="Arial" w:hAnsi="Arial" w:cs="Arial"/>
          <w:sz w:val="18"/>
        </w:rPr>
        <w:t xml:space="preserve"> Market Manager Building Technologies, führt durch die Veranstaltung (hier Bild von 2022).  </w:t>
      </w:r>
    </w:p>
    <w:p w14:paraId="5658F93B" w14:textId="647F10D4" w:rsidR="00C526E4" w:rsidRDefault="005A07AF" w:rsidP="00D35FB5">
      <w:pPr>
        <w:suppressAutoHyphens/>
        <w:autoSpaceDE w:val="0"/>
        <w:autoSpaceDN w:val="0"/>
        <w:adjustRightInd w:val="0"/>
        <w:spacing w:after="240" w:line="312" w:lineRule="auto"/>
        <w:ind w:right="3493"/>
        <w:rPr>
          <w:rFonts w:ascii="Arial" w:hAnsi="Arial" w:cs="Arial"/>
          <w:sz w:val="18"/>
        </w:rPr>
      </w:pPr>
      <w:r>
        <w:rPr>
          <w:rFonts w:ascii="Arial" w:hAnsi="Arial" w:cs="Arial"/>
          <w:sz w:val="18"/>
        </w:rPr>
        <w:t xml:space="preserve">Networking.jpg: </w:t>
      </w:r>
      <w:r w:rsidRPr="005A07AF">
        <w:rPr>
          <w:rFonts w:ascii="Arial" w:hAnsi="Arial" w:cs="Arial"/>
          <w:sz w:val="18"/>
        </w:rPr>
        <w:t>Gebäudebetreiber, Fachplaner und Systemintegratoren sind eingeladen, sich über aktuelle Trends und Entwicklungen auszutauschen, Impulse für die eigene Zukunft zu setzen und das persönliche Netzwerk zu stärken.</w:t>
      </w:r>
    </w:p>
    <w:p w14:paraId="5BECC614" w14:textId="1BB64648" w:rsidR="00CF274B" w:rsidRDefault="00CF274B" w:rsidP="00D35FB5">
      <w:pPr>
        <w:suppressAutoHyphens/>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proofErr w:type="spellStart"/>
      <w:r w:rsidR="00374B1B" w:rsidRPr="00EF6AD8">
        <w:rPr>
          <w:rFonts w:ascii="Arial" w:hAnsi="Arial" w:cs="Arial"/>
          <w:sz w:val="18"/>
        </w:rPr>
        <w:t>Eplan</w:t>
      </w:r>
      <w:proofErr w:type="spellEnd"/>
      <w:r w:rsidR="00374B1B" w:rsidRPr="00EF6AD8">
        <w:rPr>
          <w:rFonts w:ascii="Arial" w:hAnsi="Arial" w:cs="Arial"/>
          <w:sz w:val="18"/>
        </w:rPr>
        <w:t xml:space="preserve"> GmbH &amp; Co. KG </w:t>
      </w:r>
      <w:r w:rsidRPr="00EF6AD8">
        <w:rPr>
          <w:rFonts w:ascii="Arial" w:hAnsi="Arial" w:cs="Arial"/>
          <w:sz w:val="18"/>
        </w:rPr>
        <w:t>an. Wir freuen uns über einen Beleg.</w:t>
      </w:r>
    </w:p>
    <w:p w14:paraId="21C4019B" w14:textId="37CB512B" w:rsidR="003B25FA" w:rsidRPr="008F3340" w:rsidRDefault="003B25FA" w:rsidP="00D35FB5">
      <w:pPr>
        <w:pStyle w:val="Kopfzeile"/>
        <w:tabs>
          <w:tab w:val="clear" w:pos="4536"/>
          <w:tab w:val="clear" w:pos="9072"/>
        </w:tabs>
        <w:suppressAutoHyphens/>
        <w:spacing w:line="240" w:lineRule="atLeast"/>
        <w:ind w:right="3119"/>
        <w:rPr>
          <w:rFonts w:ascii="Arial" w:hAnsi="Arial" w:cs="Arial"/>
          <w:b/>
          <w:sz w:val="18"/>
          <w:szCs w:val="18"/>
        </w:rPr>
      </w:pPr>
      <w:r w:rsidRPr="008F3340">
        <w:rPr>
          <w:rFonts w:ascii="Arial" w:hAnsi="Arial" w:cs="Arial"/>
          <w:b/>
          <w:sz w:val="18"/>
          <w:szCs w:val="18"/>
        </w:rPr>
        <w:t>EPLAN</w:t>
      </w:r>
    </w:p>
    <w:p w14:paraId="777E5858" w14:textId="77777777" w:rsidR="003B25FA" w:rsidRPr="00540EEA" w:rsidRDefault="003B25FA" w:rsidP="00D35FB5">
      <w:pPr>
        <w:pStyle w:val="Kopfzeile"/>
        <w:tabs>
          <w:tab w:val="clear" w:pos="4536"/>
          <w:tab w:val="clear" w:pos="9072"/>
        </w:tabs>
        <w:suppressAutoHyphens/>
        <w:spacing w:line="240" w:lineRule="atLeast"/>
        <w:ind w:right="3119"/>
        <w:rPr>
          <w:rFonts w:ascii="Arial" w:hAnsi="Arial" w:cs="Arial"/>
          <w:b/>
          <w:sz w:val="22"/>
          <w:szCs w:val="22"/>
        </w:rPr>
      </w:pPr>
    </w:p>
    <w:p w14:paraId="16D7775E" w14:textId="1A76A60C" w:rsidR="003E5965" w:rsidRDefault="00BC45DC" w:rsidP="00D35FB5">
      <w:pPr>
        <w:suppressAutoHyphens/>
        <w:spacing w:after="240" w:line="312" w:lineRule="auto"/>
        <w:ind w:right="3402"/>
        <w:rPr>
          <w:rFonts w:ascii="Arial" w:hAnsi="Arial" w:cs="Arial"/>
          <w:sz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hinweg. Egal ob </w:t>
      </w:r>
      <w:r w:rsidRPr="00696F72">
        <w:rPr>
          <w:rFonts w:ascii="Arial" w:hAnsi="Arial" w:cs="Arial"/>
          <w:sz w:val="18"/>
        </w:rPr>
        <w:t>kleine oder große Unternehmen: Kunden können so ihre Expertise effizienter einsetzen. Weltweit werden über 68.000 Kunden unterstützt. EPLAN will weiter mit Kunden und Partnern wachsen und treibt die Integration und Automatisierung im Engineering voran. Im Rahmen des EPLAN Partner Networks werden gemeinsam mit Partnern offene Schnittstellen und nahtlose Integrationen realisiert. „</w:t>
      </w:r>
      <w:proofErr w:type="spellStart"/>
      <w:r w:rsidRPr="00696F72">
        <w:rPr>
          <w:rFonts w:ascii="Arial" w:hAnsi="Arial" w:cs="Arial"/>
          <w:sz w:val="18"/>
        </w:rPr>
        <w:t>Efficient</w:t>
      </w:r>
      <w:proofErr w:type="spellEnd"/>
      <w:r w:rsidRPr="00696F72">
        <w:rPr>
          <w:rFonts w:ascii="Arial" w:hAnsi="Arial" w:cs="Arial"/>
          <w:sz w:val="18"/>
        </w:rPr>
        <w:t xml:space="preserve"> Engineering“ ist die Devise.</w:t>
      </w:r>
      <w:r w:rsidR="00696F72" w:rsidRPr="00696F72">
        <w:rPr>
          <w:rFonts w:ascii="Arial" w:hAnsi="Arial" w:cs="Arial"/>
          <w:sz w:val="18"/>
        </w:rPr>
        <w:t xml:space="preserve"> </w:t>
      </w:r>
      <w:r w:rsidRPr="00696F72">
        <w:rPr>
          <w:rFonts w:ascii="Arial" w:hAnsi="Arial" w:cs="Arial"/>
          <w:sz w:val="18"/>
        </w:rPr>
        <w:t xml:space="preserve">EPLAN wurde 1984 gegründet und ist Teil der Friedhelm Loh Group. Das Familienunternehmen ist mit über 12 Produktionsstätten und über 95 internationalen Tochtergesellschaften weltweit präsent. Die inhabergeführte Friedhelm Loh Group beschäftigt über 12.000 Mitarbeiter und erzielte im Jahr 2022 einen Umsatz von 3 Milliarden Euro. </w:t>
      </w:r>
      <w:r w:rsidR="003E5965" w:rsidRPr="003E5965">
        <w:rPr>
          <w:rFonts w:ascii="Arial" w:hAnsi="Arial" w:cs="Arial"/>
          <w:sz w:val="18"/>
        </w:rPr>
        <w:t xml:space="preserve">2023 wurde die Friedhelm Loh Group als "Best Place </w:t>
      </w:r>
      <w:proofErr w:type="spellStart"/>
      <w:r w:rsidR="003E5965" w:rsidRPr="003E5965">
        <w:rPr>
          <w:rFonts w:ascii="Arial" w:hAnsi="Arial" w:cs="Arial"/>
          <w:sz w:val="18"/>
        </w:rPr>
        <w:t>to</w:t>
      </w:r>
      <w:proofErr w:type="spellEnd"/>
      <w:r w:rsidR="003E5965" w:rsidRPr="003E5965">
        <w:rPr>
          <w:rFonts w:ascii="Arial" w:hAnsi="Arial" w:cs="Arial"/>
          <w:sz w:val="18"/>
        </w:rPr>
        <w:t xml:space="preserve"> </w:t>
      </w:r>
      <w:proofErr w:type="spellStart"/>
      <w:r w:rsidR="003E5965" w:rsidRPr="003E5965">
        <w:rPr>
          <w:rFonts w:ascii="Arial" w:hAnsi="Arial" w:cs="Arial"/>
          <w:sz w:val="18"/>
        </w:rPr>
        <w:t>Learn</w:t>
      </w:r>
      <w:proofErr w:type="spellEnd"/>
      <w:r w:rsidR="003E5965" w:rsidRPr="003E5965">
        <w:rPr>
          <w:rFonts w:ascii="Arial" w:hAnsi="Arial" w:cs="Arial"/>
          <w:sz w:val="18"/>
        </w:rPr>
        <w:t>" und "Arbeitgeber der Zukunft" ausgezeichnet.</w:t>
      </w:r>
    </w:p>
    <w:p w14:paraId="599BAC9A" w14:textId="20CC8F44" w:rsidR="00BC45DC" w:rsidRPr="003E5965" w:rsidRDefault="00BC45DC" w:rsidP="00D35FB5">
      <w:pPr>
        <w:suppressAutoHyphens/>
        <w:spacing w:after="240" w:line="312" w:lineRule="auto"/>
        <w:ind w:right="3402"/>
        <w:rPr>
          <w:rFonts w:ascii="Arial" w:hAnsi="Arial" w:cs="Arial"/>
          <w:sz w:val="18"/>
        </w:rPr>
      </w:pPr>
      <w:r w:rsidRPr="003E5965">
        <w:rPr>
          <w:rFonts w:ascii="Arial" w:hAnsi="Arial" w:cs="Arial"/>
          <w:sz w:val="18"/>
        </w:rPr>
        <w:t xml:space="preserve">Weitere Informationen finden Sie unter: </w:t>
      </w:r>
      <w:r w:rsidR="003E5965" w:rsidRPr="003E5965">
        <w:rPr>
          <w:rFonts w:ascii="Arial" w:hAnsi="Arial" w:cs="Arial"/>
          <w:sz w:val="18"/>
        </w:rPr>
        <w:br/>
      </w:r>
      <w:r w:rsidRPr="003E5965">
        <w:rPr>
          <w:rFonts w:ascii="Arial" w:hAnsi="Arial" w:cs="Arial"/>
          <w:sz w:val="18"/>
        </w:rPr>
        <w:t>www.eplan.de und www.friedhelm-loh-group.de</w:t>
      </w:r>
    </w:p>
    <w:p w14:paraId="308B9AC4" w14:textId="06A55934" w:rsidR="00834997" w:rsidRPr="007916BF" w:rsidRDefault="00834997" w:rsidP="00D35FB5">
      <w:pPr>
        <w:suppressAutoHyphens/>
        <w:spacing w:after="240" w:line="312" w:lineRule="auto"/>
        <w:ind w:right="3402"/>
        <w:rPr>
          <w:color w:val="FF0000"/>
        </w:rPr>
      </w:pPr>
    </w:p>
    <w:sectPr w:rsidR="00834997" w:rsidRPr="007916BF" w:rsidSect="00A372FF">
      <w:headerReference w:type="default" r:id="rId12"/>
      <w:footerReference w:type="default" r:id="rId13"/>
      <w:headerReference w:type="first" r:id="rId14"/>
      <w:footerReference w:type="first" r:id="rId15"/>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83DB1" w14:textId="77777777" w:rsidR="00EC2032" w:rsidRDefault="00EC2032">
      <w:r>
        <w:separator/>
      </w:r>
    </w:p>
  </w:endnote>
  <w:endnote w:type="continuationSeparator" w:id="0">
    <w:p w14:paraId="3AA857E3" w14:textId="77777777" w:rsidR="00EC2032" w:rsidRDefault="00EC2032">
      <w:r>
        <w:continuationSeparator/>
      </w:r>
    </w:p>
  </w:endnote>
  <w:endnote w:type="continuationNotice" w:id="1">
    <w:p w14:paraId="2F215B05" w14:textId="77777777" w:rsidR="00EC2032" w:rsidRDefault="00EC20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Grafik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B3265" w14:textId="77777777" w:rsidR="00EC2032" w:rsidRDefault="00EC2032">
      <w:r>
        <w:separator/>
      </w:r>
    </w:p>
  </w:footnote>
  <w:footnote w:type="continuationSeparator" w:id="0">
    <w:p w14:paraId="515F0A72" w14:textId="77777777" w:rsidR="00EC2032" w:rsidRDefault="00EC2032">
      <w:r>
        <w:continuationSeparator/>
      </w:r>
    </w:p>
  </w:footnote>
  <w:footnote w:type="continuationNotice" w:id="1">
    <w:p w14:paraId="6B880FBD" w14:textId="77777777" w:rsidR="00EC2032" w:rsidRDefault="00EC20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2AE829A9" w:rsidR="00816731" w:rsidRDefault="00816731">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1" behindDoc="0" locked="0" layoutInCell="1" allowOverlap="1" wp14:anchorId="2E22F1E5" wp14:editId="279308F2">
              <wp:simplePos x="0" y="0"/>
              <wp:positionH relativeFrom="column">
                <wp:posOffset>5187950</wp:posOffset>
              </wp:positionH>
              <wp:positionV relativeFrom="paragraph">
                <wp:posOffset>-46051</wp:posOffset>
              </wp:positionV>
              <wp:extent cx="1193165" cy="1370965"/>
              <wp:effectExtent l="0" t="0" r="6985" b="381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24375E3F" w:rsidR="00816731" w:rsidRPr="009E2947" w:rsidRDefault="003F3C48" w:rsidP="00620F45">
                          <w:pPr>
                            <w:ind w:right="-30"/>
                          </w:pPr>
                          <w:r>
                            <w:rPr>
                              <w:noProof/>
                            </w:rPr>
                            <w:drawing>
                              <wp:inline distT="0" distB="0" distL="0" distR="0" wp14:anchorId="7B27573F" wp14:editId="2F4B0D37">
                                <wp:extent cx="863911" cy="1213244"/>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9181" cy="1234689"/>
                                        </a:xfrm>
                                        <a:prstGeom prst="rect">
                                          <a:avLst/>
                                        </a:prstGeom>
                                        <a:noFill/>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feld 4" o:spid="_x0000_s1027" type="#_x0000_t202" style="position:absolute;margin-left:408.5pt;margin-top:-3.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24375E3F" w:rsidR="00816731" w:rsidRPr="009E2947" w:rsidRDefault="003F3C48" w:rsidP="00620F45">
                    <w:pPr>
                      <w:ind w:right="-30"/>
                    </w:pPr>
                    <w:r>
                      <w:rPr>
                        <w:noProof/>
                      </w:rPr>
                      <w:drawing>
                        <wp:inline distT="0" distB="0" distL="0" distR="0" wp14:anchorId="7B27573F" wp14:editId="2F4B0D37">
                          <wp:extent cx="863911" cy="1213244"/>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9181" cy="1234689"/>
                                  </a:xfrm>
                                  <a:prstGeom prst="rect">
                                    <a:avLst/>
                                  </a:prstGeom>
                                  <a:noFill/>
                                </pic:spPr>
                              </pic:pic>
                            </a:graphicData>
                          </a:graphic>
                        </wp:inline>
                      </w:drawing>
                    </w:r>
                  </w:p>
                </w:txbxContent>
              </v:textbox>
            </v:shape>
          </w:pict>
        </mc:Fallback>
      </mc:AlternateContent>
    </w:r>
    <w:r>
      <w:rPr>
        <w:rFonts w:ascii="Arial" w:hAnsi="Arial" w:cs="Arial"/>
        <w:b/>
        <w:bCs/>
        <w:i/>
        <w:iCs/>
        <w:spacing w:val="40"/>
        <w:sz w:val="32"/>
        <w:lang w:val="en-GB"/>
      </w:rPr>
      <w:t>Presse-Information</w:t>
    </w:r>
  </w:p>
  <w:p w14:paraId="27A8B33A" w14:textId="4ECAE981" w:rsidR="00816731" w:rsidRDefault="00816731" w:rsidP="00374B1B">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14:paraId="0DF07C2F" w14:textId="16471DC8"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73DB30E6" w:rsidR="00816731" w:rsidRDefault="003F3C48">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58242" behindDoc="0" locked="0" layoutInCell="1" allowOverlap="1" wp14:anchorId="7ADDB814" wp14:editId="507F7DB6">
              <wp:simplePos x="0" y="0"/>
              <wp:positionH relativeFrom="margin">
                <wp:posOffset>5195570</wp:posOffset>
              </wp:positionH>
              <wp:positionV relativeFrom="paragraph">
                <wp:posOffset>-37626</wp:posOffset>
              </wp:positionV>
              <wp:extent cx="1095375" cy="1314450"/>
              <wp:effectExtent l="0" t="0" r="9525"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3B618AB6" w:rsidR="00E521F7" w:rsidRDefault="003F3C48">
                          <w:r>
                            <w:rPr>
                              <w:noProof/>
                            </w:rPr>
                            <w:drawing>
                              <wp:inline distT="0" distB="0" distL="0" distR="0" wp14:anchorId="28133DD6" wp14:editId="4297AD51">
                                <wp:extent cx="863911" cy="1213244"/>
                                <wp:effectExtent l="0" t="0" r="0" b="635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3911" cy="1213244"/>
                                        </a:xfrm>
                                        <a:prstGeom prst="rect">
                                          <a:avLst/>
                                        </a:prstGeom>
                                        <a:noFill/>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17" o:spid="_x0000_s1028" type="#_x0000_t202" style="position:absolute;margin-left:409.1pt;margin-top:-2.95pt;width:86.25pt;height:103.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" stroked="f">
              <v:textbox>
                <w:txbxContent>
                  <w:p w14:paraId="440BAAA8" w14:textId="3B618AB6" w:rsidR="00E521F7" w:rsidRDefault="003F3C48">
                    <w:r>
                      <w:rPr>
                        <w:noProof/>
                      </w:rPr>
                      <w:drawing>
                        <wp:inline distT="0" distB="0" distL="0" distR="0" wp14:anchorId="28133DD6" wp14:editId="4297AD51">
                          <wp:extent cx="863911" cy="1213244"/>
                          <wp:effectExtent l="0" t="0" r="0" b="635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3911" cy="1213244"/>
                                  </a:xfrm>
                                  <a:prstGeom prst="rect">
                                    <a:avLst/>
                                  </a:prstGeom>
                                  <a:noFill/>
                                </pic:spPr>
                              </pic:pic>
                            </a:graphicData>
                          </a:graphic>
                        </wp:inline>
                      </w:drawing>
                    </w:r>
                  </w:p>
                </w:txbxContent>
              </v:textbox>
              <w10:wrap type="square" anchorx="margin"/>
            </v:shape>
          </w:pict>
        </mc:Fallback>
      </mc:AlternateContent>
    </w:r>
    <w:r w:rsidR="00816731">
      <w:rPr>
        <w:rFonts w:ascii="Arial" w:hAnsi="Arial" w:cs="Arial"/>
        <w:b/>
        <w:bCs/>
        <w:i/>
        <w:iCs/>
        <w:spacing w:val="40"/>
        <w:sz w:val="32"/>
        <w:lang w:val="en-GB"/>
      </w:rPr>
      <w:t>Presse-Information</w:t>
    </w:r>
  </w:p>
  <w:p w14:paraId="41C05AD8" w14:textId="160C6068" w:rsidR="00816731" w:rsidRDefault="00AA58C2">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576975"/>
    <w:multiLevelType w:val="multilevel"/>
    <w:tmpl w:val="1CAC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6C2C27C2"/>
    <w:multiLevelType w:val="hybridMultilevel"/>
    <w:tmpl w:val="F8C676A6"/>
    <w:lvl w:ilvl="0" w:tplc="A3A68796">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25"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6"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40213186">
    <w:abstractNumId w:val="0"/>
  </w:num>
  <w:num w:numId="2" w16cid:durableId="170878666">
    <w:abstractNumId w:val="20"/>
  </w:num>
  <w:num w:numId="3" w16cid:durableId="1781334165">
    <w:abstractNumId w:val="4"/>
  </w:num>
  <w:num w:numId="4" w16cid:durableId="1725836631">
    <w:abstractNumId w:val="5"/>
  </w:num>
  <w:num w:numId="5" w16cid:durableId="1083069266">
    <w:abstractNumId w:val="11"/>
  </w:num>
  <w:num w:numId="6" w16cid:durableId="1133717111">
    <w:abstractNumId w:val="12"/>
  </w:num>
  <w:num w:numId="7" w16cid:durableId="12450652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71746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58060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8785997">
    <w:abstractNumId w:val="14"/>
  </w:num>
  <w:num w:numId="11" w16cid:durableId="699936779">
    <w:abstractNumId w:val="14"/>
  </w:num>
  <w:num w:numId="12" w16cid:durableId="1833641731">
    <w:abstractNumId w:val="17"/>
  </w:num>
  <w:num w:numId="13" w16cid:durableId="89543698">
    <w:abstractNumId w:val="18"/>
  </w:num>
  <w:num w:numId="14" w16cid:durableId="1362510732">
    <w:abstractNumId w:val="1"/>
  </w:num>
  <w:num w:numId="15" w16cid:durableId="495537144">
    <w:abstractNumId w:val="27"/>
  </w:num>
  <w:num w:numId="16" w16cid:durableId="1521968165">
    <w:abstractNumId w:val="13"/>
  </w:num>
  <w:num w:numId="17" w16cid:durableId="1062214312">
    <w:abstractNumId w:val="23"/>
  </w:num>
  <w:num w:numId="18" w16cid:durableId="1282373792">
    <w:abstractNumId w:val="3"/>
  </w:num>
  <w:num w:numId="19" w16cid:durableId="1473717513">
    <w:abstractNumId w:val="19"/>
  </w:num>
  <w:num w:numId="20" w16cid:durableId="1786462358">
    <w:abstractNumId w:val="21"/>
  </w:num>
  <w:num w:numId="21" w16cid:durableId="1029990747">
    <w:abstractNumId w:val="26"/>
  </w:num>
  <w:num w:numId="22" w16cid:durableId="1633247044">
    <w:abstractNumId w:val="6"/>
  </w:num>
  <w:num w:numId="23" w16cid:durableId="433791870">
    <w:abstractNumId w:val="9"/>
  </w:num>
  <w:num w:numId="24" w16cid:durableId="743335430">
    <w:abstractNumId w:val="7"/>
  </w:num>
  <w:num w:numId="25" w16cid:durableId="534318303">
    <w:abstractNumId w:val="8"/>
  </w:num>
  <w:num w:numId="26" w16cid:durableId="1862207560">
    <w:abstractNumId w:val="2"/>
  </w:num>
  <w:num w:numId="27" w16cid:durableId="1814832745">
    <w:abstractNumId w:val="15"/>
  </w:num>
  <w:num w:numId="28" w16cid:durableId="174611211">
    <w:abstractNumId w:val="16"/>
  </w:num>
  <w:num w:numId="29" w16cid:durableId="968320656">
    <w:abstractNumId w:val="10"/>
  </w:num>
  <w:num w:numId="30" w16cid:durableId="170872308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2B96"/>
    <w:rsid w:val="000063A4"/>
    <w:rsid w:val="00007487"/>
    <w:rsid w:val="00010AB8"/>
    <w:rsid w:val="00011D75"/>
    <w:rsid w:val="000138F6"/>
    <w:rsid w:val="00014C3F"/>
    <w:rsid w:val="00014EEA"/>
    <w:rsid w:val="00017F3C"/>
    <w:rsid w:val="00020926"/>
    <w:rsid w:val="00020B95"/>
    <w:rsid w:val="00023DD1"/>
    <w:rsid w:val="00024052"/>
    <w:rsid w:val="00024503"/>
    <w:rsid w:val="000259E1"/>
    <w:rsid w:val="00026458"/>
    <w:rsid w:val="000276A8"/>
    <w:rsid w:val="00031E91"/>
    <w:rsid w:val="000322D6"/>
    <w:rsid w:val="0003794C"/>
    <w:rsid w:val="00040441"/>
    <w:rsid w:val="0004397C"/>
    <w:rsid w:val="00046B4A"/>
    <w:rsid w:val="00051497"/>
    <w:rsid w:val="00052E4F"/>
    <w:rsid w:val="00053BF8"/>
    <w:rsid w:val="00054DEB"/>
    <w:rsid w:val="00056277"/>
    <w:rsid w:val="00061ABC"/>
    <w:rsid w:val="00063F10"/>
    <w:rsid w:val="00064786"/>
    <w:rsid w:val="00070778"/>
    <w:rsid w:val="00071E2C"/>
    <w:rsid w:val="000721CC"/>
    <w:rsid w:val="0007320E"/>
    <w:rsid w:val="00073C5F"/>
    <w:rsid w:val="000749C8"/>
    <w:rsid w:val="00076D04"/>
    <w:rsid w:val="0008634B"/>
    <w:rsid w:val="00090A07"/>
    <w:rsid w:val="000946E0"/>
    <w:rsid w:val="000974AF"/>
    <w:rsid w:val="000A1F79"/>
    <w:rsid w:val="000A2FB3"/>
    <w:rsid w:val="000A4089"/>
    <w:rsid w:val="000A5019"/>
    <w:rsid w:val="000A5A45"/>
    <w:rsid w:val="000A5D4B"/>
    <w:rsid w:val="000A6156"/>
    <w:rsid w:val="000A7A41"/>
    <w:rsid w:val="000B0FDC"/>
    <w:rsid w:val="000B608F"/>
    <w:rsid w:val="000B6774"/>
    <w:rsid w:val="000B7160"/>
    <w:rsid w:val="000B736C"/>
    <w:rsid w:val="000B7B9D"/>
    <w:rsid w:val="000B7C75"/>
    <w:rsid w:val="000C4553"/>
    <w:rsid w:val="000C5467"/>
    <w:rsid w:val="000C5F56"/>
    <w:rsid w:val="000C6728"/>
    <w:rsid w:val="000C745B"/>
    <w:rsid w:val="000D0BF5"/>
    <w:rsid w:val="000D0D4D"/>
    <w:rsid w:val="000D1962"/>
    <w:rsid w:val="000D59D2"/>
    <w:rsid w:val="000D669F"/>
    <w:rsid w:val="000E0771"/>
    <w:rsid w:val="000E180A"/>
    <w:rsid w:val="000E1D7E"/>
    <w:rsid w:val="000E2583"/>
    <w:rsid w:val="000E30C2"/>
    <w:rsid w:val="000E449F"/>
    <w:rsid w:val="000E64D1"/>
    <w:rsid w:val="000E665C"/>
    <w:rsid w:val="000E764C"/>
    <w:rsid w:val="000E7B68"/>
    <w:rsid w:val="000F008B"/>
    <w:rsid w:val="000F1806"/>
    <w:rsid w:val="000F1AB8"/>
    <w:rsid w:val="000F4F1D"/>
    <w:rsid w:val="001005C4"/>
    <w:rsid w:val="00102DD1"/>
    <w:rsid w:val="00104886"/>
    <w:rsid w:val="00104A94"/>
    <w:rsid w:val="00105BE7"/>
    <w:rsid w:val="00106143"/>
    <w:rsid w:val="00106FC6"/>
    <w:rsid w:val="00111846"/>
    <w:rsid w:val="0011187E"/>
    <w:rsid w:val="00115895"/>
    <w:rsid w:val="00116A02"/>
    <w:rsid w:val="00116DEA"/>
    <w:rsid w:val="00120945"/>
    <w:rsid w:val="00121562"/>
    <w:rsid w:val="00125CC9"/>
    <w:rsid w:val="0012679F"/>
    <w:rsid w:val="00127BE8"/>
    <w:rsid w:val="001320CD"/>
    <w:rsid w:val="00134939"/>
    <w:rsid w:val="00134E83"/>
    <w:rsid w:val="00140956"/>
    <w:rsid w:val="00144876"/>
    <w:rsid w:val="00145949"/>
    <w:rsid w:val="00146B43"/>
    <w:rsid w:val="00150689"/>
    <w:rsid w:val="00153E95"/>
    <w:rsid w:val="001603F9"/>
    <w:rsid w:val="00161675"/>
    <w:rsid w:val="00161EE7"/>
    <w:rsid w:val="00162943"/>
    <w:rsid w:val="00166725"/>
    <w:rsid w:val="00166F0B"/>
    <w:rsid w:val="001704C6"/>
    <w:rsid w:val="0017058B"/>
    <w:rsid w:val="00170867"/>
    <w:rsid w:val="00171F7C"/>
    <w:rsid w:val="00175EF9"/>
    <w:rsid w:val="00176B5A"/>
    <w:rsid w:val="0018353C"/>
    <w:rsid w:val="0018689F"/>
    <w:rsid w:val="00186C54"/>
    <w:rsid w:val="001874FF"/>
    <w:rsid w:val="001878C3"/>
    <w:rsid w:val="00194802"/>
    <w:rsid w:val="00195CA3"/>
    <w:rsid w:val="00196BAD"/>
    <w:rsid w:val="00197317"/>
    <w:rsid w:val="001A0FC4"/>
    <w:rsid w:val="001A40F8"/>
    <w:rsid w:val="001B19BC"/>
    <w:rsid w:val="001B5917"/>
    <w:rsid w:val="001B5DE7"/>
    <w:rsid w:val="001C0C96"/>
    <w:rsid w:val="001C27B7"/>
    <w:rsid w:val="001C3378"/>
    <w:rsid w:val="001C5921"/>
    <w:rsid w:val="001D1DCD"/>
    <w:rsid w:val="001D2C1D"/>
    <w:rsid w:val="001D2DE0"/>
    <w:rsid w:val="001D47A3"/>
    <w:rsid w:val="001D4A42"/>
    <w:rsid w:val="001E0348"/>
    <w:rsid w:val="001E077B"/>
    <w:rsid w:val="001E1FA8"/>
    <w:rsid w:val="001E2DA1"/>
    <w:rsid w:val="001E2EC3"/>
    <w:rsid w:val="001E3D4E"/>
    <w:rsid w:val="001E3EC6"/>
    <w:rsid w:val="001E4D9F"/>
    <w:rsid w:val="001E5215"/>
    <w:rsid w:val="001F29BA"/>
    <w:rsid w:val="001F326A"/>
    <w:rsid w:val="001F335F"/>
    <w:rsid w:val="001F40E8"/>
    <w:rsid w:val="001F5E30"/>
    <w:rsid w:val="001F630D"/>
    <w:rsid w:val="001F6BE0"/>
    <w:rsid w:val="00200313"/>
    <w:rsid w:val="0020125B"/>
    <w:rsid w:val="002024DC"/>
    <w:rsid w:val="00202F26"/>
    <w:rsid w:val="00204B20"/>
    <w:rsid w:val="00205A7A"/>
    <w:rsid w:val="00205ABB"/>
    <w:rsid w:val="0020649E"/>
    <w:rsid w:val="00207809"/>
    <w:rsid w:val="00210B56"/>
    <w:rsid w:val="00216DA9"/>
    <w:rsid w:val="00220D64"/>
    <w:rsid w:val="002243FE"/>
    <w:rsid w:val="00224584"/>
    <w:rsid w:val="00224DBE"/>
    <w:rsid w:val="00226CAF"/>
    <w:rsid w:val="00227111"/>
    <w:rsid w:val="002338B3"/>
    <w:rsid w:val="0024095D"/>
    <w:rsid w:val="00241025"/>
    <w:rsid w:val="00245C55"/>
    <w:rsid w:val="00247086"/>
    <w:rsid w:val="00247F15"/>
    <w:rsid w:val="00250F0D"/>
    <w:rsid w:val="002522B5"/>
    <w:rsid w:val="002552E1"/>
    <w:rsid w:val="0025543E"/>
    <w:rsid w:val="0025580D"/>
    <w:rsid w:val="0025741E"/>
    <w:rsid w:val="00263489"/>
    <w:rsid w:val="00265267"/>
    <w:rsid w:val="00265E22"/>
    <w:rsid w:val="00266ADF"/>
    <w:rsid w:val="0027042A"/>
    <w:rsid w:val="0027044E"/>
    <w:rsid w:val="0027123B"/>
    <w:rsid w:val="00274529"/>
    <w:rsid w:val="0028192D"/>
    <w:rsid w:val="00281E0F"/>
    <w:rsid w:val="0028258D"/>
    <w:rsid w:val="00286655"/>
    <w:rsid w:val="0028724E"/>
    <w:rsid w:val="002905A5"/>
    <w:rsid w:val="00290964"/>
    <w:rsid w:val="00292E2A"/>
    <w:rsid w:val="0029326F"/>
    <w:rsid w:val="00293A6B"/>
    <w:rsid w:val="00293D7C"/>
    <w:rsid w:val="002979FC"/>
    <w:rsid w:val="00297EBE"/>
    <w:rsid w:val="002A3B91"/>
    <w:rsid w:val="002B1995"/>
    <w:rsid w:val="002B2455"/>
    <w:rsid w:val="002B4C73"/>
    <w:rsid w:val="002B5570"/>
    <w:rsid w:val="002B652A"/>
    <w:rsid w:val="002C01FD"/>
    <w:rsid w:val="002C1AEE"/>
    <w:rsid w:val="002C1D1A"/>
    <w:rsid w:val="002C4118"/>
    <w:rsid w:val="002C51AB"/>
    <w:rsid w:val="002C5294"/>
    <w:rsid w:val="002C7BDA"/>
    <w:rsid w:val="002D070E"/>
    <w:rsid w:val="002E01CA"/>
    <w:rsid w:val="002E1C53"/>
    <w:rsid w:val="002E2292"/>
    <w:rsid w:val="002F153E"/>
    <w:rsid w:val="002F1868"/>
    <w:rsid w:val="002F410C"/>
    <w:rsid w:val="002F4517"/>
    <w:rsid w:val="002F71E0"/>
    <w:rsid w:val="002F7AB2"/>
    <w:rsid w:val="002F7D54"/>
    <w:rsid w:val="00300D7C"/>
    <w:rsid w:val="00303EA0"/>
    <w:rsid w:val="003058A3"/>
    <w:rsid w:val="0030644E"/>
    <w:rsid w:val="003079E9"/>
    <w:rsid w:val="00310444"/>
    <w:rsid w:val="00310D23"/>
    <w:rsid w:val="0031173D"/>
    <w:rsid w:val="0031480D"/>
    <w:rsid w:val="00321849"/>
    <w:rsid w:val="00321908"/>
    <w:rsid w:val="003229D5"/>
    <w:rsid w:val="00322F30"/>
    <w:rsid w:val="00323161"/>
    <w:rsid w:val="00323D8D"/>
    <w:rsid w:val="003245CC"/>
    <w:rsid w:val="00324B5A"/>
    <w:rsid w:val="0032582B"/>
    <w:rsid w:val="00325AB7"/>
    <w:rsid w:val="00327764"/>
    <w:rsid w:val="00327F03"/>
    <w:rsid w:val="003308CF"/>
    <w:rsid w:val="003340DF"/>
    <w:rsid w:val="003360C5"/>
    <w:rsid w:val="00336158"/>
    <w:rsid w:val="0034366E"/>
    <w:rsid w:val="003455E8"/>
    <w:rsid w:val="00346DA8"/>
    <w:rsid w:val="00347595"/>
    <w:rsid w:val="00351DFD"/>
    <w:rsid w:val="0035380A"/>
    <w:rsid w:val="00353D92"/>
    <w:rsid w:val="0035786B"/>
    <w:rsid w:val="00357955"/>
    <w:rsid w:val="00360650"/>
    <w:rsid w:val="00361088"/>
    <w:rsid w:val="00361213"/>
    <w:rsid w:val="00362532"/>
    <w:rsid w:val="00362F8C"/>
    <w:rsid w:val="00363A5A"/>
    <w:rsid w:val="00365BA5"/>
    <w:rsid w:val="00365CB8"/>
    <w:rsid w:val="0036616A"/>
    <w:rsid w:val="00372EA4"/>
    <w:rsid w:val="0037458E"/>
    <w:rsid w:val="00374B1B"/>
    <w:rsid w:val="00376712"/>
    <w:rsid w:val="00377C77"/>
    <w:rsid w:val="00381830"/>
    <w:rsid w:val="003828D1"/>
    <w:rsid w:val="0038574F"/>
    <w:rsid w:val="00385D41"/>
    <w:rsid w:val="00386C68"/>
    <w:rsid w:val="00387F23"/>
    <w:rsid w:val="00390575"/>
    <w:rsid w:val="0039144D"/>
    <w:rsid w:val="00392058"/>
    <w:rsid w:val="00393C77"/>
    <w:rsid w:val="00393D05"/>
    <w:rsid w:val="003946F6"/>
    <w:rsid w:val="00396198"/>
    <w:rsid w:val="003A00AE"/>
    <w:rsid w:val="003A65A7"/>
    <w:rsid w:val="003A65BB"/>
    <w:rsid w:val="003A6CC2"/>
    <w:rsid w:val="003B1443"/>
    <w:rsid w:val="003B25FA"/>
    <w:rsid w:val="003B3B23"/>
    <w:rsid w:val="003B7F4C"/>
    <w:rsid w:val="003C3E6C"/>
    <w:rsid w:val="003C436F"/>
    <w:rsid w:val="003C58DC"/>
    <w:rsid w:val="003C5E85"/>
    <w:rsid w:val="003C7EBF"/>
    <w:rsid w:val="003D11CB"/>
    <w:rsid w:val="003D140D"/>
    <w:rsid w:val="003D2BEF"/>
    <w:rsid w:val="003D3A40"/>
    <w:rsid w:val="003D3A80"/>
    <w:rsid w:val="003D3AE1"/>
    <w:rsid w:val="003D468B"/>
    <w:rsid w:val="003D49C1"/>
    <w:rsid w:val="003D571C"/>
    <w:rsid w:val="003D6A6A"/>
    <w:rsid w:val="003E0AEE"/>
    <w:rsid w:val="003E11DA"/>
    <w:rsid w:val="003E5965"/>
    <w:rsid w:val="003F2C88"/>
    <w:rsid w:val="003F3729"/>
    <w:rsid w:val="003F3C48"/>
    <w:rsid w:val="003F5F61"/>
    <w:rsid w:val="003F6DD2"/>
    <w:rsid w:val="004042CC"/>
    <w:rsid w:val="0040435D"/>
    <w:rsid w:val="0040448A"/>
    <w:rsid w:val="00404A97"/>
    <w:rsid w:val="00410F88"/>
    <w:rsid w:val="004142E9"/>
    <w:rsid w:val="00416D8D"/>
    <w:rsid w:val="004212DE"/>
    <w:rsid w:val="0042191D"/>
    <w:rsid w:val="00421EAD"/>
    <w:rsid w:val="0042508D"/>
    <w:rsid w:val="004271CA"/>
    <w:rsid w:val="00427434"/>
    <w:rsid w:val="00430E41"/>
    <w:rsid w:val="004318A0"/>
    <w:rsid w:val="00432B7B"/>
    <w:rsid w:val="004347AE"/>
    <w:rsid w:val="00434EEA"/>
    <w:rsid w:val="00442DD4"/>
    <w:rsid w:val="00442F76"/>
    <w:rsid w:val="00452AC4"/>
    <w:rsid w:val="004530F9"/>
    <w:rsid w:val="00455A48"/>
    <w:rsid w:val="00460092"/>
    <w:rsid w:val="00460BB4"/>
    <w:rsid w:val="0046127A"/>
    <w:rsid w:val="00462BB2"/>
    <w:rsid w:val="00464DF5"/>
    <w:rsid w:val="00466B6E"/>
    <w:rsid w:val="004710CC"/>
    <w:rsid w:val="00473A50"/>
    <w:rsid w:val="00475641"/>
    <w:rsid w:val="0047607D"/>
    <w:rsid w:val="00477650"/>
    <w:rsid w:val="00477EC8"/>
    <w:rsid w:val="00485D00"/>
    <w:rsid w:val="00487ACB"/>
    <w:rsid w:val="00490547"/>
    <w:rsid w:val="004922D4"/>
    <w:rsid w:val="00492766"/>
    <w:rsid w:val="0049743F"/>
    <w:rsid w:val="004A24E8"/>
    <w:rsid w:val="004A3C27"/>
    <w:rsid w:val="004A41F3"/>
    <w:rsid w:val="004A4826"/>
    <w:rsid w:val="004A5017"/>
    <w:rsid w:val="004A6270"/>
    <w:rsid w:val="004B0CD6"/>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3B22"/>
    <w:rsid w:val="004E4040"/>
    <w:rsid w:val="004E5316"/>
    <w:rsid w:val="004E645D"/>
    <w:rsid w:val="004E6C3C"/>
    <w:rsid w:val="004E6F94"/>
    <w:rsid w:val="004F0161"/>
    <w:rsid w:val="004F1226"/>
    <w:rsid w:val="004F2E9C"/>
    <w:rsid w:val="004F45EC"/>
    <w:rsid w:val="004F58FC"/>
    <w:rsid w:val="004F618B"/>
    <w:rsid w:val="00503F4A"/>
    <w:rsid w:val="00504921"/>
    <w:rsid w:val="00507514"/>
    <w:rsid w:val="00507F14"/>
    <w:rsid w:val="00511C73"/>
    <w:rsid w:val="00512E66"/>
    <w:rsid w:val="00514D65"/>
    <w:rsid w:val="00514FA9"/>
    <w:rsid w:val="00517BB2"/>
    <w:rsid w:val="00517C97"/>
    <w:rsid w:val="00520344"/>
    <w:rsid w:val="0052208E"/>
    <w:rsid w:val="0052274E"/>
    <w:rsid w:val="0052340D"/>
    <w:rsid w:val="00525582"/>
    <w:rsid w:val="00527605"/>
    <w:rsid w:val="0052789B"/>
    <w:rsid w:val="00534163"/>
    <w:rsid w:val="00534A34"/>
    <w:rsid w:val="00536B87"/>
    <w:rsid w:val="00542A68"/>
    <w:rsid w:val="00542F6E"/>
    <w:rsid w:val="00542F74"/>
    <w:rsid w:val="00543644"/>
    <w:rsid w:val="00544863"/>
    <w:rsid w:val="00545113"/>
    <w:rsid w:val="0054766C"/>
    <w:rsid w:val="005477E8"/>
    <w:rsid w:val="00552D0D"/>
    <w:rsid w:val="00554737"/>
    <w:rsid w:val="00557C0A"/>
    <w:rsid w:val="00562CFC"/>
    <w:rsid w:val="00563513"/>
    <w:rsid w:val="00563AF8"/>
    <w:rsid w:val="0056423A"/>
    <w:rsid w:val="00564A27"/>
    <w:rsid w:val="00567AC2"/>
    <w:rsid w:val="00567B8A"/>
    <w:rsid w:val="00567DC9"/>
    <w:rsid w:val="0057045E"/>
    <w:rsid w:val="00571149"/>
    <w:rsid w:val="00571D51"/>
    <w:rsid w:val="00571E63"/>
    <w:rsid w:val="005727D8"/>
    <w:rsid w:val="00572CDD"/>
    <w:rsid w:val="005762B5"/>
    <w:rsid w:val="00577437"/>
    <w:rsid w:val="00577E97"/>
    <w:rsid w:val="00580C5C"/>
    <w:rsid w:val="00583F1B"/>
    <w:rsid w:val="005847A2"/>
    <w:rsid w:val="00585786"/>
    <w:rsid w:val="00587A1F"/>
    <w:rsid w:val="005945FB"/>
    <w:rsid w:val="005A07AF"/>
    <w:rsid w:val="005A22AA"/>
    <w:rsid w:val="005A4011"/>
    <w:rsid w:val="005A443A"/>
    <w:rsid w:val="005A4702"/>
    <w:rsid w:val="005A5084"/>
    <w:rsid w:val="005A6D5B"/>
    <w:rsid w:val="005A6E77"/>
    <w:rsid w:val="005A7439"/>
    <w:rsid w:val="005A7D1D"/>
    <w:rsid w:val="005A7E4F"/>
    <w:rsid w:val="005B282C"/>
    <w:rsid w:val="005B57EA"/>
    <w:rsid w:val="005B5EE1"/>
    <w:rsid w:val="005B6DCA"/>
    <w:rsid w:val="005B73D7"/>
    <w:rsid w:val="005B7E15"/>
    <w:rsid w:val="005C0BFB"/>
    <w:rsid w:val="005C12CD"/>
    <w:rsid w:val="005C3144"/>
    <w:rsid w:val="005C5669"/>
    <w:rsid w:val="005C7C42"/>
    <w:rsid w:val="005D13CF"/>
    <w:rsid w:val="005D4F18"/>
    <w:rsid w:val="005E19F4"/>
    <w:rsid w:val="005E3AB7"/>
    <w:rsid w:val="005E5DAE"/>
    <w:rsid w:val="005F403B"/>
    <w:rsid w:val="005F459E"/>
    <w:rsid w:val="00602D90"/>
    <w:rsid w:val="0060490E"/>
    <w:rsid w:val="00604964"/>
    <w:rsid w:val="00604F8B"/>
    <w:rsid w:val="00606F01"/>
    <w:rsid w:val="00613253"/>
    <w:rsid w:val="0061573F"/>
    <w:rsid w:val="00620F45"/>
    <w:rsid w:val="006221AB"/>
    <w:rsid w:val="00623301"/>
    <w:rsid w:val="00626A20"/>
    <w:rsid w:val="0062719B"/>
    <w:rsid w:val="00630763"/>
    <w:rsid w:val="00630BA3"/>
    <w:rsid w:val="00636E2A"/>
    <w:rsid w:val="00636FE2"/>
    <w:rsid w:val="00637093"/>
    <w:rsid w:val="00637B5D"/>
    <w:rsid w:val="00637DB0"/>
    <w:rsid w:val="00637E19"/>
    <w:rsid w:val="00640B69"/>
    <w:rsid w:val="00641199"/>
    <w:rsid w:val="0064185B"/>
    <w:rsid w:val="00641B15"/>
    <w:rsid w:val="00641D64"/>
    <w:rsid w:val="00642B21"/>
    <w:rsid w:val="00646036"/>
    <w:rsid w:val="00650436"/>
    <w:rsid w:val="006521BC"/>
    <w:rsid w:val="00655714"/>
    <w:rsid w:val="00657097"/>
    <w:rsid w:val="00657B02"/>
    <w:rsid w:val="006614F8"/>
    <w:rsid w:val="00662BDA"/>
    <w:rsid w:val="00662D5E"/>
    <w:rsid w:val="00667DA5"/>
    <w:rsid w:val="00670448"/>
    <w:rsid w:val="006717B0"/>
    <w:rsid w:val="00676D39"/>
    <w:rsid w:val="0068003B"/>
    <w:rsid w:val="00680EA5"/>
    <w:rsid w:val="006820AA"/>
    <w:rsid w:val="0068394E"/>
    <w:rsid w:val="00685D1E"/>
    <w:rsid w:val="00686C17"/>
    <w:rsid w:val="006874EA"/>
    <w:rsid w:val="006900A5"/>
    <w:rsid w:val="0069500C"/>
    <w:rsid w:val="00695C1C"/>
    <w:rsid w:val="00696F72"/>
    <w:rsid w:val="006A2EFB"/>
    <w:rsid w:val="006A7143"/>
    <w:rsid w:val="006B35E4"/>
    <w:rsid w:val="006B3CF9"/>
    <w:rsid w:val="006B701A"/>
    <w:rsid w:val="006B7508"/>
    <w:rsid w:val="006C0437"/>
    <w:rsid w:val="006C093C"/>
    <w:rsid w:val="006C1526"/>
    <w:rsid w:val="006C449B"/>
    <w:rsid w:val="006C57AA"/>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5B98"/>
    <w:rsid w:val="006F7328"/>
    <w:rsid w:val="0070027E"/>
    <w:rsid w:val="007016DD"/>
    <w:rsid w:val="00702882"/>
    <w:rsid w:val="007036FC"/>
    <w:rsid w:val="00704157"/>
    <w:rsid w:val="007056F6"/>
    <w:rsid w:val="00707243"/>
    <w:rsid w:val="00707802"/>
    <w:rsid w:val="00712C40"/>
    <w:rsid w:val="007175BD"/>
    <w:rsid w:val="00720B7B"/>
    <w:rsid w:val="00723049"/>
    <w:rsid w:val="00725EA8"/>
    <w:rsid w:val="0072662E"/>
    <w:rsid w:val="007268A4"/>
    <w:rsid w:val="007269C8"/>
    <w:rsid w:val="00726AFE"/>
    <w:rsid w:val="00727B68"/>
    <w:rsid w:val="0073195E"/>
    <w:rsid w:val="00734D7A"/>
    <w:rsid w:val="00735D43"/>
    <w:rsid w:val="00736203"/>
    <w:rsid w:val="00742F58"/>
    <w:rsid w:val="007433C3"/>
    <w:rsid w:val="007465BF"/>
    <w:rsid w:val="007477D6"/>
    <w:rsid w:val="00751965"/>
    <w:rsid w:val="0075302B"/>
    <w:rsid w:val="00754B3F"/>
    <w:rsid w:val="007556EF"/>
    <w:rsid w:val="00761FC7"/>
    <w:rsid w:val="007627E1"/>
    <w:rsid w:val="00762C0C"/>
    <w:rsid w:val="00766CD0"/>
    <w:rsid w:val="00767EF2"/>
    <w:rsid w:val="0077039E"/>
    <w:rsid w:val="00771056"/>
    <w:rsid w:val="00781C59"/>
    <w:rsid w:val="007836D2"/>
    <w:rsid w:val="007916BF"/>
    <w:rsid w:val="00793C7B"/>
    <w:rsid w:val="007A1896"/>
    <w:rsid w:val="007A34E6"/>
    <w:rsid w:val="007A5A7F"/>
    <w:rsid w:val="007A5DC3"/>
    <w:rsid w:val="007B28BF"/>
    <w:rsid w:val="007B3D60"/>
    <w:rsid w:val="007B4FEE"/>
    <w:rsid w:val="007C2344"/>
    <w:rsid w:val="007C7D81"/>
    <w:rsid w:val="007D00F5"/>
    <w:rsid w:val="007D2457"/>
    <w:rsid w:val="007D2F43"/>
    <w:rsid w:val="007D5A07"/>
    <w:rsid w:val="007D6B64"/>
    <w:rsid w:val="007E27D6"/>
    <w:rsid w:val="007E6EEA"/>
    <w:rsid w:val="007E75D5"/>
    <w:rsid w:val="007E7C32"/>
    <w:rsid w:val="007E7E13"/>
    <w:rsid w:val="007E7F62"/>
    <w:rsid w:val="007F56A6"/>
    <w:rsid w:val="007F65DA"/>
    <w:rsid w:val="007F6F86"/>
    <w:rsid w:val="007F7E2C"/>
    <w:rsid w:val="00800E68"/>
    <w:rsid w:val="00801452"/>
    <w:rsid w:val="00802A9E"/>
    <w:rsid w:val="0080396A"/>
    <w:rsid w:val="00803AFB"/>
    <w:rsid w:val="00805FC6"/>
    <w:rsid w:val="00806D06"/>
    <w:rsid w:val="00806DED"/>
    <w:rsid w:val="00806FF4"/>
    <w:rsid w:val="00810D6B"/>
    <w:rsid w:val="008112A3"/>
    <w:rsid w:val="00814F7F"/>
    <w:rsid w:val="008153AA"/>
    <w:rsid w:val="00816332"/>
    <w:rsid w:val="00816731"/>
    <w:rsid w:val="00821532"/>
    <w:rsid w:val="00823DFD"/>
    <w:rsid w:val="008241A5"/>
    <w:rsid w:val="0082489F"/>
    <w:rsid w:val="00827FB6"/>
    <w:rsid w:val="00830496"/>
    <w:rsid w:val="008331D8"/>
    <w:rsid w:val="008334E2"/>
    <w:rsid w:val="0083381C"/>
    <w:rsid w:val="008338AC"/>
    <w:rsid w:val="00834997"/>
    <w:rsid w:val="008349CC"/>
    <w:rsid w:val="00835663"/>
    <w:rsid w:val="00842286"/>
    <w:rsid w:val="0084244E"/>
    <w:rsid w:val="0084300D"/>
    <w:rsid w:val="00844453"/>
    <w:rsid w:val="00850F19"/>
    <w:rsid w:val="00851BCF"/>
    <w:rsid w:val="0085369A"/>
    <w:rsid w:val="0085494B"/>
    <w:rsid w:val="008577A8"/>
    <w:rsid w:val="00864604"/>
    <w:rsid w:val="00864F98"/>
    <w:rsid w:val="00866350"/>
    <w:rsid w:val="00866668"/>
    <w:rsid w:val="00871843"/>
    <w:rsid w:val="0087220B"/>
    <w:rsid w:val="00873803"/>
    <w:rsid w:val="008752FB"/>
    <w:rsid w:val="00877272"/>
    <w:rsid w:val="00877A24"/>
    <w:rsid w:val="008805A3"/>
    <w:rsid w:val="00882462"/>
    <w:rsid w:val="008828E0"/>
    <w:rsid w:val="00882F77"/>
    <w:rsid w:val="00883666"/>
    <w:rsid w:val="00884BE7"/>
    <w:rsid w:val="00885E11"/>
    <w:rsid w:val="00885E32"/>
    <w:rsid w:val="00890CAC"/>
    <w:rsid w:val="00891510"/>
    <w:rsid w:val="008922E6"/>
    <w:rsid w:val="008923A2"/>
    <w:rsid w:val="008929E0"/>
    <w:rsid w:val="00893B65"/>
    <w:rsid w:val="00894390"/>
    <w:rsid w:val="008A175B"/>
    <w:rsid w:val="008A19C2"/>
    <w:rsid w:val="008A30B7"/>
    <w:rsid w:val="008B1D23"/>
    <w:rsid w:val="008B30B9"/>
    <w:rsid w:val="008B371A"/>
    <w:rsid w:val="008B3CFA"/>
    <w:rsid w:val="008B780D"/>
    <w:rsid w:val="008C0843"/>
    <w:rsid w:val="008C0F82"/>
    <w:rsid w:val="008C4F3B"/>
    <w:rsid w:val="008C5A84"/>
    <w:rsid w:val="008C6F46"/>
    <w:rsid w:val="008D08F5"/>
    <w:rsid w:val="008D12BB"/>
    <w:rsid w:val="008D24D8"/>
    <w:rsid w:val="008D491E"/>
    <w:rsid w:val="008D4F18"/>
    <w:rsid w:val="008D5EF8"/>
    <w:rsid w:val="008D716A"/>
    <w:rsid w:val="008E315E"/>
    <w:rsid w:val="008E32EC"/>
    <w:rsid w:val="008E36E2"/>
    <w:rsid w:val="008E38E9"/>
    <w:rsid w:val="008E5217"/>
    <w:rsid w:val="008E5B39"/>
    <w:rsid w:val="008E6E97"/>
    <w:rsid w:val="008E701E"/>
    <w:rsid w:val="008F319B"/>
    <w:rsid w:val="008F335F"/>
    <w:rsid w:val="008F4E08"/>
    <w:rsid w:val="008F56C2"/>
    <w:rsid w:val="008F6510"/>
    <w:rsid w:val="008F6D3E"/>
    <w:rsid w:val="00904E3E"/>
    <w:rsid w:val="0090693D"/>
    <w:rsid w:val="00910726"/>
    <w:rsid w:val="00914B8A"/>
    <w:rsid w:val="00915675"/>
    <w:rsid w:val="00915949"/>
    <w:rsid w:val="00915ADB"/>
    <w:rsid w:val="009218CD"/>
    <w:rsid w:val="00925329"/>
    <w:rsid w:val="00925A89"/>
    <w:rsid w:val="009274E3"/>
    <w:rsid w:val="009368B4"/>
    <w:rsid w:val="00936A0E"/>
    <w:rsid w:val="0093794B"/>
    <w:rsid w:val="00942238"/>
    <w:rsid w:val="00943003"/>
    <w:rsid w:val="009441ED"/>
    <w:rsid w:val="009449A5"/>
    <w:rsid w:val="0095030A"/>
    <w:rsid w:val="00951769"/>
    <w:rsid w:val="00952052"/>
    <w:rsid w:val="00952133"/>
    <w:rsid w:val="00953CED"/>
    <w:rsid w:val="009571C5"/>
    <w:rsid w:val="009602B7"/>
    <w:rsid w:val="00965FE3"/>
    <w:rsid w:val="009703D5"/>
    <w:rsid w:val="00973DD2"/>
    <w:rsid w:val="009747D3"/>
    <w:rsid w:val="00976473"/>
    <w:rsid w:val="009765CB"/>
    <w:rsid w:val="009802AA"/>
    <w:rsid w:val="00980CBF"/>
    <w:rsid w:val="00981DC9"/>
    <w:rsid w:val="00982354"/>
    <w:rsid w:val="00983570"/>
    <w:rsid w:val="00990284"/>
    <w:rsid w:val="00990FCD"/>
    <w:rsid w:val="00996FFE"/>
    <w:rsid w:val="00997793"/>
    <w:rsid w:val="009A3C41"/>
    <w:rsid w:val="009A4E98"/>
    <w:rsid w:val="009A6917"/>
    <w:rsid w:val="009A7414"/>
    <w:rsid w:val="009B3493"/>
    <w:rsid w:val="009B3912"/>
    <w:rsid w:val="009B6280"/>
    <w:rsid w:val="009B6682"/>
    <w:rsid w:val="009C03D9"/>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AB6"/>
    <w:rsid w:val="009F7EFD"/>
    <w:rsid w:val="00A0150D"/>
    <w:rsid w:val="00A0173E"/>
    <w:rsid w:val="00A05B62"/>
    <w:rsid w:val="00A06CCF"/>
    <w:rsid w:val="00A10C14"/>
    <w:rsid w:val="00A10EAC"/>
    <w:rsid w:val="00A148F9"/>
    <w:rsid w:val="00A149D2"/>
    <w:rsid w:val="00A22383"/>
    <w:rsid w:val="00A24BE6"/>
    <w:rsid w:val="00A2517F"/>
    <w:rsid w:val="00A25D84"/>
    <w:rsid w:val="00A26A5D"/>
    <w:rsid w:val="00A270EB"/>
    <w:rsid w:val="00A27798"/>
    <w:rsid w:val="00A30040"/>
    <w:rsid w:val="00A31948"/>
    <w:rsid w:val="00A34043"/>
    <w:rsid w:val="00A35A12"/>
    <w:rsid w:val="00A372FF"/>
    <w:rsid w:val="00A40469"/>
    <w:rsid w:val="00A41B71"/>
    <w:rsid w:val="00A44011"/>
    <w:rsid w:val="00A44F9B"/>
    <w:rsid w:val="00A4781E"/>
    <w:rsid w:val="00A51A19"/>
    <w:rsid w:val="00A562AA"/>
    <w:rsid w:val="00A56994"/>
    <w:rsid w:val="00A60813"/>
    <w:rsid w:val="00A64484"/>
    <w:rsid w:val="00A715DB"/>
    <w:rsid w:val="00A75901"/>
    <w:rsid w:val="00A760F3"/>
    <w:rsid w:val="00A76477"/>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101E"/>
    <w:rsid w:val="00AA238C"/>
    <w:rsid w:val="00AA3519"/>
    <w:rsid w:val="00AA4318"/>
    <w:rsid w:val="00AA58C2"/>
    <w:rsid w:val="00AA65B0"/>
    <w:rsid w:val="00AB010A"/>
    <w:rsid w:val="00AB0A7B"/>
    <w:rsid w:val="00AB0A8D"/>
    <w:rsid w:val="00AB3FCC"/>
    <w:rsid w:val="00AB47B5"/>
    <w:rsid w:val="00AB4C10"/>
    <w:rsid w:val="00AB5506"/>
    <w:rsid w:val="00AC09F4"/>
    <w:rsid w:val="00AC20B4"/>
    <w:rsid w:val="00AC3CCD"/>
    <w:rsid w:val="00AC67CD"/>
    <w:rsid w:val="00AD6DBF"/>
    <w:rsid w:val="00AD7357"/>
    <w:rsid w:val="00AE26C3"/>
    <w:rsid w:val="00AE3D4E"/>
    <w:rsid w:val="00AE5588"/>
    <w:rsid w:val="00AE675C"/>
    <w:rsid w:val="00AF072A"/>
    <w:rsid w:val="00AF0783"/>
    <w:rsid w:val="00AF155D"/>
    <w:rsid w:val="00AF2CCC"/>
    <w:rsid w:val="00AF5593"/>
    <w:rsid w:val="00AF6524"/>
    <w:rsid w:val="00AF7C3F"/>
    <w:rsid w:val="00B001EF"/>
    <w:rsid w:val="00B00BE1"/>
    <w:rsid w:val="00B026F2"/>
    <w:rsid w:val="00B0393A"/>
    <w:rsid w:val="00B058DB"/>
    <w:rsid w:val="00B067D4"/>
    <w:rsid w:val="00B06BE1"/>
    <w:rsid w:val="00B078C6"/>
    <w:rsid w:val="00B1127D"/>
    <w:rsid w:val="00B12D6E"/>
    <w:rsid w:val="00B1429E"/>
    <w:rsid w:val="00B1585C"/>
    <w:rsid w:val="00B2002B"/>
    <w:rsid w:val="00B20DDC"/>
    <w:rsid w:val="00B22639"/>
    <w:rsid w:val="00B23799"/>
    <w:rsid w:val="00B26EE6"/>
    <w:rsid w:val="00B30557"/>
    <w:rsid w:val="00B3293B"/>
    <w:rsid w:val="00B33EC2"/>
    <w:rsid w:val="00B34EDD"/>
    <w:rsid w:val="00B37FA0"/>
    <w:rsid w:val="00B40545"/>
    <w:rsid w:val="00B40737"/>
    <w:rsid w:val="00B40879"/>
    <w:rsid w:val="00B4132B"/>
    <w:rsid w:val="00B435D4"/>
    <w:rsid w:val="00B448A8"/>
    <w:rsid w:val="00B45122"/>
    <w:rsid w:val="00B47AF6"/>
    <w:rsid w:val="00B47EE7"/>
    <w:rsid w:val="00B529F6"/>
    <w:rsid w:val="00B54470"/>
    <w:rsid w:val="00B56A1E"/>
    <w:rsid w:val="00B63ECF"/>
    <w:rsid w:val="00B64CFE"/>
    <w:rsid w:val="00B716FC"/>
    <w:rsid w:val="00B717C3"/>
    <w:rsid w:val="00B71B08"/>
    <w:rsid w:val="00B73C02"/>
    <w:rsid w:val="00B76A52"/>
    <w:rsid w:val="00B77DB6"/>
    <w:rsid w:val="00B802A2"/>
    <w:rsid w:val="00B80C19"/>
    <w:rsid w:val="00B82A84"/>
    <w:rsid w:val="00B838B0"/>
    <w:rsid w:val="00B861D3"/>
    <w:rsid w:val="00B921B3"/>
    <w:rsid w:val="00B92E4B"/>
    <w:rsid w:val="00BA040E"/>
    <w:rsid w:val="00BA7478"/>
    <w:rsid w:val="00BB116F"/>
    <w:rsid w:val="00BB6666"/>
    <w:rsid w:val="00BC0A34"/>
    <w:rsid w:val="00BC18DE"/>
    <w:rsid w:val="00BC45DC"/>
    <w:rsid w:val="00BC4C74"/>
    <w:rsid w:val="00BC7498"/>
    <w:rsid w:val="00BD194C"/>
    <w:rsid w:val="00BD2B02"/>
    <w:rsid w:val="00BD3D8A"/>
    <w:rsid w:val="00BD5EF6"/>
    <w:rsid w:val="00BE2635"/>
    <w:rsid w:val="00BF238B"/>
    <w:rsid w:val="00BF42EC"/>
    <w:rsid w:val="00BF480A"/>
    <w:rsid w:val="00C00D3A"/>
    <w:rsid w:val="00C01A80"/>
    <w:rsid w:val="00C036D0"/>
    <w:rsid w:val="00C05545"/>
    <w:rsid w:val="00C105C2"/>
    <w:rsid w:val="00C11179"/>
    <w:rsid w:val="00C1279B"/>
    <w:rsid w:val="00C13F19"/>
    <w:rsid w:val="00C20059"/>
    <w:rsid w:val="00C24E30"/>
    <w:rsid w:val="00C262DD"/>
    <w:rsid w:val="00C26487"/>
    <w:rsid w:val="00C30000"/>
    <w:rsid w:val="00C32D13"/>
    <w:rsid w:val="00C341D6"/>
    <w:rsid w:val="00C3606B"/>
    <w:rsid w:val="00C3682F"/>
    <w:rsid w:val="00C37519"/>
    <w:rsid w:val="00C40110"/>
    <w:rsid w:val="00C40904"/>
    <w:rsid w:val="00C50FC5"/>
    <w:rsid w:val="00C51245"/>
    <w:rsid w:val="00C51B31"/>
    <w:rsid w:val="00C51D21"/>
    <w:rsid w:val="00C526E4"/>
    <w:rsid w:val="00C548F3"/>
    <w:rsid w:val="00C54E1F"/>
    <w:rsid w:val="00C56DDB"/>
    <w:rsid w:val="00C63322"/>
    <w:rsid w:val="00C63BC9"/>
    <w:rsid w:val="00C63C66"/>
    <w:rsid w:val="00C644A1"/>
    <w:rsid w:val="00C65676"/>
    <w:rsid w:val="00C74748"/>
    <w:rsid w:val="00C76036"/>
    <w:rsid w:val="00C82916"/>
    <w:rsid w:val="00C830C5"/>
    <w:rsid w:val="00C8313E"/>
    <w:rsid w:val="00C87BC5"/>
    <w:rsid w:val="00C90142"/>
    <w:rsid w:val="00C90D1A"/>
    <w:rsid w:val="00C95E37"/>
    <w:rsid w:val="00C97408"/>
    <w:rsid w:val="00CA0D4D"/>
    <w:rsid w:val="00CA42F5"/>
    <w:rsid w:val="00CA4D65"/>
    <w:rsid w:val="00CA7D15"/>
    <w:rsid w:val="00CB5526"/>
    <w:rsid w:val="00CB62A5"/>
    <w:rsid w:val="00CB7403"/>
    <w:rsid w:val="00CC0BD7"/>
    <w:rsid w:val="00CD0E33"/>
    <w:rsid w:val="00CD3B4E"/>
    <w:rsid w:val="00CD7B0B"/>
    <w:rsid w:val="00CE1D4F"/>
    <w:rsid w:val="00CE273A"/>
    <w:rsid w:val="00CE3641"/>
    <w:rsid w:val="00CE4253"/>
    <w:rsid w:val="00CE5122"/>
    <w:rsid w:val="00CF0478"/>
    <w:rsid w:val="00CF183B"/>
    <w:rsid w:val="00CF274B"/>
    <w:rsid w:val="00CF2ACE"/>
    <w:rsid w:val="00CF3D28"/>
    <w:rsid w:val="00CF7E8F"/>
    <w:rsid w:val="00D05BF4"/>
    <w:rsid w:val="00D12684"/>
    <w:rsid w:val="00D14A2C"/>
    <w:rsid w:val="00D17205"/>
    <w:rsid w:val="00D213B9"/>
    <w:rsid w:val="00D21A43"/>
    <w:rsid w:val="00D24E86"/>
    <w:rsid w:val="00D25C83"/>
    <w:rsid w:val="00D27007"/>
    <w:rsid w:val="00D30296"/>
    <w:rsid w:val="00D33242"/>
    <w:rsid w:val="00D34FEC"/>
    <w:rsid w:val="00D357E9"/>
    <w:rsid w:val="00D35E87"/>
    <w:rsid w:val="00D35FB5"/>
    <w:rsid w:val="00D40604"/>
    <w:rsid w:val="00D43B60"/>
    <w:rsid w:val="00D43BB9"/>
    <w:rsid w:val="00D4411E"/>
    <w:rsid w:val="00D447B2"/>
    <w:rsid w:val="00D47D6D"/>
    <w:rsid w:val="00D5240E"/>
    <w:rsid w:val="00D52AB7"/>
    <w:rsid w:val="00D53D03"/>
    <w:rsid w:val="00D56923"/>
    <w:rsid w:val="00D571ED"/>
    <w:rsid w:val="00D57384"/>
    <w:rsid w:val="00D6051B"/>
    <w:rsid w:val="00D64E4F"/>
    <w:rsid w:val="00D66617"/>
    <w:rsid w:val="00D704B5"/>
    <w:rsid w:val="00D70539"/>
    <w:rsid w:val="00D73039"/>
    <w:rsid w:val="00D73EF2"/>
    <w:rsid w:val="00D76502"/>
    <w:rsid w:val="00D77DB5"/>
    <w:rsid w:val="00D77E5B"/>
    <w:rsid w:val="00D809F0"/>
    <w:rsid w:val="00D8121C"/>
    <w:rsid w:val="00D81DD3"/>
    <w:rsid w:val="00D8279E"/>
    <w:rsid w:val="00D82C21"/>
    <w:rsid w:val="00D83008"/>
    <w:rsid w:val="00D83A79"/>
    <w:rsid w:val="00D84A80"/>
    <w:rsid w:val="00D85CF1"/>
    <w:rsid w:val="00D86882"/>
    <w:rsid w:val="00D8732C"/>
    <w:rsid w:val="00D87796"/>
    <w:rsid w:val="00D93FB1"/>
    <w:rsid w:val="00DA1C23"/>
    <w:rsid w:val="00DA3F0E"/>
    <w:rsid w:val="00DA6AF2"/>
    <w:rsid w:val="00DA7173"/>
    <w:rsid w:val="00DB0789"/>
    <w:rsid w:val="00DB1EFF"/>
    <w:rsid w:val="00DB371A"/>
    <w:rsid w:val="00DB7703"/>
    <w:rsid w:val="00DC1071"/>
    <w:rsid w:val="00DC4214"/>
    <w:rsid w:val="00DD65CF"/>
    <w:rsid w:val="00DD6681"/>
    <w:rsid w:val="00DE0DE5"/>
    <w:rsid w:val="00DE23AF"/>
    <w:rsid w:val="00DE3A61"/>
    <w:rsid w:val="00DE4534"/>
    <w:rsid w:val="00DE5658"/>
    <w:rsid w:val="00DE5B0B"/>
    <w:rsid w:val="00DE5E2B"/>
    <w:rsid w:val="00DE72FB"/>
    <w:rsid w:val="00DE78DB"/>
    <w:rsid w:val="00DF1006"/>
    <w:rsid w:val="00DF20DE"/>
    <w:rsid w:val="00DF3BED"/>
    <w:rsid w:val="00DF6124"/>
    <w:rsid w:val="00DF6DEA"/>
    <w:rsid w:val="00E004F4"/>
    <w:rsid w:val="00E028E0"/>
    <w:rsid w:val="00E036DA"/>
    <w:rsid w:val="00E03A23"/>
    <w:rsid w:val="00E065F6"/>
    <w:rsid w:val="00E06E56"/>
    <w:rsid w:val="00E07D54"/>
    <w:rsid w:val="00E107A9"/>
    <w:rsid w:val="00E142A7"/>
    <w:rsid w:val="00E17993"/>
    <w:rsid w:val="00E22C6A"/>
    <w:rsid w:val="00E33B81"/>
    <w:rsid w:val="00E343EC"/>
    <w:rsid w:val="00E357B0"/>
    <w:rsid w:val="00E37BA8"/>
    <w:rsid w:val="00E41898"/>
    <w:rsid w:val="00E45545"/>
    <w:rsid w:val="00E507B0"/>
    <w:rsid w:val="00E509F6"/>
    <w:rsid w:val="00E50A05"/>
    <w:rsid w:val="00E521F7"/>
    <w:rsid w:val="00E527C5"/>
    <w:rsid w:val="00E60746"/>
    <w:rsid w:val="00E61604"/>
    <w:rsid w:val="00E61917"/>
    <w:rsid w:val="00E62A02"/>
    <w:rsid w:val="00E62AAC"/>
    <w:rsid w:val="00E64D7A"/>
    <w:rsid w:val="00E66DE7"/>
    <w:rsid w:val="00E704F7"/>
    <w:rsid w:val="00E733A5"/>
    <w:rsid w:val="00E745A6"/>
    <w:rsid w:val="00E74664"/>
    <w:rsid w:val="00E75FFC"/>
    <w:rsid w:val="00E771BB"/>
    <w:rsid w:val="00E819C8"/>
    <w:rsid w:val="00E8212A"/>
    <w:rsid w:val="00E836DB"/>
    <w:rsid w:val="00E85552"/>
    <w:rsid w:val="00E8574E"/>
    <w:rsid w:val="00E86C96"/>
    <w:rsid w:val="00E86D07"/>
    <w:rsid w:val="00E901CC"/>
    <w:rsid w:val="00E93714"/>
    <w:rsid w:val="00E939B6"/>
    <w:rsid w:val="00E942A3"/>
    <w:rsid w:val="00E96E44"/>
    <w:rsid w:val="00EA25F4"/>
    <w:rsid w:val="00EA3059"/>
    <w:rsid w:val="00EA332E"/>
    <w:rsid w:val="00EA5F6D"/>
    <w:rsid w:val="00EA6B95"/>
    <w:rsid w:val="00EB004D"/>
    <w:rsid w:val="00EB157A"/>
    <w:rsid w:val="00EB43E3"/>
    <w:rsid w:val="00EB4CA3"/>
    <w:rsid w:val="00EB5001"/>
    <w:rsid w:val="00EB72E0"/>
    <w:rsid w:val="00EC2032"/>
    <w:rsid w:val="00EC2A0A"/>
    <w:rsid w:val="00EC2AE5"/>
    <w:rsid w:val="00EC5B84"/>
    <w:rsid w:val="00EC6711"/>
    <w:rsid w:val="00EC6BA9"/>
    <w:rsid w:val="00ED2327"/>
    <w:rsid w:val="00ED36D8"/>
    <w:rsid w:val="00ED4804"/>
    <w:rsid w:val="00ED7FBC"/>
    <w:rsid w:val="00EE518D"/>
    <w:rsid w:val="00EE575D"/>
    <w:rsid w:val="00EE6584"/>
    <w:rsid w:val="00EF1306"/>
    <w:rsid w:val="00EF16D9"/>
    <w:rsid w:val="00EF1CFD"/>
    <w:rsid w:val="00EF3615"/>
    <w:rsid w:val="00EF4658"/>
    <w:rsid w:val="00EF5C45"/>
    <w:rsid w:val="00EF6AD8"/>
    <w:rsid w:val="00F00512"/>
    <w:rsid w:val="00F0074A"/>
    <w:rsid w:val="00F03F9E"/>
    <w:rsid w:val="00F05561"/>
    <w:rsid w:val="00F11098"/>
    <w:rsid w:val="00F12464"/>
    <w:rsid w:val="00F1299F"/>
    <w:rsid w:val="00F2270A"/>
    <w:rsid w:val="00F24853"/>
    <w:rsid w:val="00F25072"/>
    <w:rsid w:val="00F25DA5"/>
    <w:rsid w:val="00F26FF8"/>
    <w:rsid w:val="00F3030C"/>
    <w:rsid w:val="00F304BD"/>
    <w:rsid w:val="00F30683"/>
    <w:rsid w:val="00F41B06"/>
    <w:rsid w:val="00F45CDA"/>
    <w:rsid w:val="00F4605E"/>
    <w:rsid w:val="00F46F1B"/>
    <w:rsid w:val="00F50806"/>
    <w:rsid w:val="00F5129F"/>
    <w:rsid w:val="00F53012"/>
    <w:rsid w:val="00F60E10"/>
    <w:rsid w:val="00F61DF4"/>
    <w:rsid w:val="00F62540"/>
    <w:rsid w:val="00F629FB"/>
    <w:rsid w:val="00F6302F"/>
    <w:rsid w:val="00F63C6F"/>
    <w:rsid w:val="00F67D9A"/>
    <w:rsid w:val="00F70DAC"/>
    <w:rsid w:val="00F70FC0"/>
    <w:rsid w:val="00F71A01"/>
    <w:rsid w:val="00F72E28"/>
    <w:rsid w:val="00F74113"/>
    <w:rsid w:val="00F76D89"/>
    <w:rsid w:val="00F8008D"/>
    <w:rsid w:val="00F81BB3"/>
    <w:rsid w:val="00F81C37"/>
    <w:rsid w:val="00F8480A"/>
    <w:rsid w:val="00F8601E"/>
    <w:rsid w:val="00F94985"/>
    <w:rsid w:val="00F94BF7"/>
    <w:rsid w:val="00F951A9"/>
    <w:rsid w:val="00FA52AF"/>
    <w:rsid w:val="00FA5A78"/>
    <w:rsid w:val="00FA5BBD"/>
    <w:rsid w:val="00FA6F0E"/>
    <w:rsid w:val="00FB0623"/>
    <w:rsid w:val="00FB07CC"/>
    <w:rsid w:val="00FB43AF"/>
    <w:rsid w:val="00FB4886"/>
    <w:rsid w:val="00FB65EA"/>
    <w:rsid w:val="00FB79C4"/>
    <w:rsid w:val="00FC0B8E"/>
    <w:rsid w:val="00FC194F"/>
    <w:rsid w:val="00FC566F"/>
    <w:rsid w:val="00FC60CD"/>
    <w:rsid w:val="00FC61C1"/>
    <w:rsid w:val="00FD086D"/>
    <w:rsid w:val="00FD2C0F"/>
    <w:rsid w:val="00FD5615"/>
    <w:rsid w:val="00FD63F0"/>
    <w:rsid w:val="00FD7163"/>
    <w:rsid w:val="00FE1C61"/>
    <w:rsid w:val="00FE3DCC"/>
    <w:rsid w:val="00FE4E30"/>
    <w:rsid w:val="00FE5327"/>
    <w:rsid w:val="00FE62BE"/>
    <w:rsid w:val="00FF32FE"/>
    <w:rsid w:val="03176D75"/>
    <w:rsid w:val="034E8AEE"/>
    <w:rsid w:val="03DDB214"/>
    <w:rsid w:val="0C75B71C"/>
    <w:rsid w:val="0CD5D8B8"/>
    <w:rsid w:val="0E71A919"/>
    <w:rsid w:val="103EBD17"/>
    <w:rsid w:val="10957564"/>
    <w:rsid w:val="11A7C2E1"/>
    <w:rsid w:val="14419877"/>
    <w:rsid w:val="19C1E41B"/>
    <w:rsid w:val="21AC3995"/>
    <w:rsid w:val="2385DDA8"/>
    <w:rsid w:val="23D5B700"/>
    <w:rsid w:val="24272D7B"/>
    <w:rsid w:val="243FFDCE"/>
    <w:rsid w:val="24AAF8E3"/>
    <w:rsid w:val="2804DEC6"/>
    <w:rsid w:val="2907C2C5"/>
    <w:rsid w:val="2A58B00D"/>
    <w:rsid w:val="2C27C224"/>
    <w:rsid w:val="2F5F62E6"/>
    <w:rsid w:val="316E33E9"/>
    <w:rsid w:val="32D7AE07"/>
    <w:rsid w:val="3481ACCB"/>
    <w:rsid w:val="35E28125"/>
    <w:rsid w:val="3716AD82"/>
    <w:rsid w:val="37C39751"/>
    <w:rsid w:val="39C6C669"/>
    <w:rsid w:val="3BA09BB8"/>
    <w:rsid w:val="3FC5527B"/>
    <w:rsid w:val="42B514F8"/>
    <w:rsid w:val="44728843"/>
    <w:rsid w:val="494B0734"/>
    <w:rsid w:val="4AB09F78"/>
    <w:rsid w:val="4E54F769"/>
    <w:rsid w:val="4ECD37BC"/>
    <w:rsid w:val="51F8629C"/>
    <w:rsid w:val="52743CB3"/>
    <w:rsid w:val="53C567D4"/>
    <w:rsid w:val="54DB0B51"/>
    <w:rsid w:val="54F0070C"/>
    <w:rsid w:val="55062C57"/>
    <w:rsid w:val="5B00EA49"/>
    <w:rsid w:val="5E3B4E18"/>
    <w:rsid w:val="5FCC1F7C"/>
    <w:rsid w:val="6A87BFBD"/>
    <w:rsid w:val="6BB19FD6"/>
    <w:rsid w:val="7001E61E"/>
    <w:rsid w:val="7067DC6A"/>
    <w:rsid w:val="73940B0F"/>
    <w:rsid w:val="744C93E6"/>
    <w:rsid w:val="77C16D9A"/>
    <w:rsid w:val="7813F114"/>
    <w:rsid w:val="7929F670"/>
    <w:rsid w:val="7979110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9F129A95-577D-43EE-BA9A-66ECB178C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scxw248875852">
    <w:name w:val="scxw248875852"/>
    <w:basedOn w:val="Absatz-Standardschriftart"/>
    <w:rsid w:val="000C4553"/>
  </w:style>
  <w:style w:type="character" w:customStyle="1" w:styleId="scxw62470789">
    <w:name w:val="scxw62470789"/>
    <w:basedOn w:val="Absatz-Standardschriftart"/>
    <w:rsid w:val="000C4553"/>
  </w:style>
  <w:style w:type="character" w:customStyle="1" w:styleId="cf01">
    <w:name w:val="cf01"/>
    <w:basedOn w:val="Absatz-Standardschriftart"/>
    <w:rsid w:val="00B45122"/>
    <w:rPr>
      <w:rFonts w:ascii="Segoe UI" w:hAnsi="Segoe UI" w:cs="Segoe UI" w:hint="default"/>
      <w:sz w:val="18"/>
      <w:szCs w:val="18"/>
    </w:rPr>
  </w:style>
  <w:style w:type="character" w:customStyle="1" w:styleId="ui-provider">
    <w:name w:val="ui-provider"/>
    <w:basedOn w:val="Absatz-Standardschriftart"/>
    <w:rsid w:val="00D52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35850829">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de/dialog-gebaeud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FB6DE2CB7E64C46BBD38B4073882ECE" ma:contentTypeVersion="15" ma:contentTypeDescription="Ein neues Dokument erstellen." ma:contentTypeScope="" ma:versionID="1b56dd15931d24d2a3bfaa58d56b1c58">
  <xsd:schema xmlns:xsd="http://www.w3.org/2001/XMLSchema" xmlns:xs="http://www.w3.org/2001/XMLSchema" xmlns:p="http://schemas.microsoft.com/office/2006/metadata/properties" xmlns:ns2="ead2d460-7701-4f7c-84fc-d92c0976018e" xmlns:ns3="6c42245c-a1cf-4c4d-b856-fb04de85888f" targetNamespace="http://schemas.microsoft.com/office/2006/metadata/properties" ma:root="true" ma:fieldsID="109ff5b1332ae08b7cc714abd925d6b0" ns2:_="" ns3:_="">
    <xsd:import namespace="ead2d460-7701-4f7c-84fc-d92c0976018e"/>
    <xsd:import namespace="6c42245c-a1cf-4c4d-b856-fb04de85888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ServiceObjectDetectorVersion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d2d460-7701-4f7c-84fc-d92c09760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42245c-a1cf-4c4d-b856-fb04de85888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ffd3976-fa03-46ba-b2f5-58329006da07}" ma:internalName="TaxCatchAll" ma:showField="CatchAllData" ma:web="6c42245c-a1cf-4c4d-b856-fb04de85888f">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6c42245c-a1cf-4c4d-b856-fb04de85888f" xsi:nil="true"/>
    <lcf76f155ced4ddcb4097134ff3c332f xmlns="ead2d460-7701-4f7c-84fc-d92c0976018e">
      <Terms xmlns="http://schemas.microsoft.com/office/infopath/2007/PartnerControls"/>
    </lcf76f155ced4ddcb4097134ff3c332f>
    <SharedWithUsers xmlns="6c42245c-a1cf-4c4d-b856-fb04de85888f">
      <UserInfo>
        <DisplayName>Bings, Thomas</DisplayName>
        <AccountId>276</AccountId>
        <AccountType/>
      </UserInfo>
      <UserInfo>
        <DisplayName>Hauschke, Timm</DisplayName>
        <AccountId>74</AccountId>
        <AccountType/>
      </UserInfo>
      <UserInfo>
        <DisplayName>Jaensch, Markus</DisplayName>
        <AccountId>78</AccountId>
        <AccountType/>
      </UserInfo>
      <UserInfo>
        <DisplayName>Schneider, Markus</DisplayName>
        <AccountId>480</AccountId>
        <AccountType/>
      </UserInfo>
      <UserInfo>
        <DisplayName>Heck, Josefine</DisplayName>
        <AccountId>431</AccountId>
        <AccountType/>
      </UserInfo>
    </SharedWithUsers>
  </documentManagement>
</p:properties>
</file>

<file path=customXml/itemProps1.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2.xml><?xml version="1.0" encoding="utf-8"?>
<ds:datastoreItem xmlns:ds="http://schemas.openxmlformats.org/officeDocument/2006/customXml" ds:itemID="{B0E7D654-E9FC-45E8-8CAB-DBE586A54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d2d460-7701-4f7c-84fc-d92c0976018e"/>
    <ds:schemaRef ds:uri="6c42245c-a1cf-4c4d-b856-fb04de8588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4.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6c42245c-a1cf-4c4d-b856-fb04de85888f"/>
    <ds:schemaRef ds:uri="ead2d460-7701-4f7c-84fc-d92c0976018e"/>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1</Pages>
  <Words>773</Words>
  <Characters>4872</Characters>
  <Application>Microsoft Office Word</Application>
  <DocSecurity>0</DocSecurity>
  <Lines>40</Lines>
  <Paragraphs>11</Paragraphs>
  <ScaleCrop>false</ScaleCrop>
  <Company>Eplan</Company>
  <LinksUpToDate>false</LinksUpToDate>
  <CharactersWithSpaces>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subject/>
  <dc:creator>hag</dc:creator>
  <cp:keywords/>
  <cp:lastModifiedBy>Birgit Hagelschuer</cp:lastModifiedBy>
  <cp:revision>5</cp:revision>
  <cp:lastPrinted>2016-11-07T08:13:00Z</cp:lastPrinted>
  <dcterms:created xsi:type="dcterms:W3CDTF">2024-02-02T11:44:00Z</dcterms:created>
  <dcterms:modified xsi:type="dcterms:W3CDTF">2024-02-06T11:12:00Z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0x0101007FB6DE2CB7E64C46BBD38B4073882ECE</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y fmtid="{D5CDD505-2E9C-101B-9397-08002B2CF9AE}" pid="19" name="MediaServiceImageTags">
    <vt:lpwstr/>
  </property>
</Properties>
</file>